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DBCBA1" w14:textId="77777777" w:rsidR="009039B1" w:rsidRPr="00D860D3" w:rsidRDefault="009039B1" w:rsidP="006D7ECD">
      <w:pPr>
        <w:spacing w:after="0"/>
        <w:jc w:val="center"/>
        <w:rPr>
          <w:b/>
          <w:color w:val="17365D" w:themeColor="text2" w:themeShade="BF"/>
          <w:sz w:val="24"/>
          <w:szCs w:val="24"/>
        </w:rPr>
      </w:pPr>
      <w:r w:rsidRPr="00D860D3">
        <w:rPr>
          <w:b/>
          <w:color w:val="17365D" w:themeColor="text2" w:themeShade="BF"/>
          <w:sz w:val="24"/>
          <w:szCs w:val="24"/>
        </w:rPr>
        <w:t>K</w:t>
      </w:r>
      <w:r w:rsidR="00690571" w:rsidRPr="00D860D3">
        <w:rPr>
          <w:b/>
          <w:color w:val="17365D" w:themeColor="text2" w:themeShade="BF"/>
          <w:sz w:val="24"/>
          <w:szCs w:val="24"/>
        </w:rPr>
        <w:t>ing Conservation District</w:t>
      </w:r>
      <w:r w:rsidRPr="00D860D3">
        <w:rPr>
          <w:b/>
          <w:color w:val="17365D" w:themeColor="text2" w:themeShade="BF"/>
          <w:sz w:val="24"/>
          <w:szCs w:val="24"/>
        </w:rPr>
        <w:t xml:space="preserve"> R</w:t>
      </w:r>
      <w:r w:rsidR="00690571" w:rsidRPr="00D860D3">
        <w:rPr>
          <w:b/>
          <w:color w:val="17365D" w:themeColor="text2" w:themeShade="BF"/>
          <w:sz w:val="24"/>
          <w:szCs w:val="24"/>
        </w:rPr>
        <w:t>egional Food System Program</w:t>
      </w:r>
    </w:p>
    <w:p w14:paraId="5D1FC637" w14:textId="77777777" w:rsidR="007C04D9" w:rsidRPr="00D860D3" w:rsidRDefault="00520C38" w:rsidP="006D7ECD">
      <w:pPr>
        <w:spacing w:after="0"/>
        <w:jc w:val="center"/>
        <w:rPr>
          <w:b/>
          <w:color w:val="4F6228" w:themeColor="accent3" w:themeShade="80"/>
          <w:sz w:val="36"/>
          <w:szCs w:val="36"/>
        </w:rPr>
      </w:pPr>
      <w:r w:rsidRPr="00D860D3">
        <w:rPr>
          <w:b/>
          <w:color w:val="4F6228" w:themeColor="accent3" w:themeShade="80"/>
          <w:sz w:val="36"/>
          <w:szCs w:val="36"/>
        </w:rPr>
        <w:t>2021</w:t>
      </w:r>
      <w:r w:rsidR="00D1329D" w:rsidRPr="00D860D3">
        <w:rPr>
          <w:b/>
          <w:color w:val="4F6228" w:themeColor="accent3" w:themeShade="80"/>
          <w:sz w:val="36"/>
          <w:szCs w:val="36"/>
        </w:rPr>
        <w:t xml:space="preserve"> </w:t>
      </w:r>
      <w:r w:rsidRPr="00D860D3">
        <w:rPr>
          <w:b/>
          <w:color w:val="4F6228" w:themeColor="accent3" w:themeShade="80"/>
          <w:sz w:val="36"/>
          <w:szCs w:val="36"/>
        </w:rPr>
        <w:t>C</w:t>
      </w:r>
      <w:r w:rsidR="006D7ECD" w:rsidRPr="00D860D3">
        <w:rPr>
          <w:b/>
          <w:color w:val="4F6228" w:themeColor="accent3" w:themeShade="80"/>
          <w:sz w:val="36"/>
          <w:szCs w:val="36"/>
        </w:rPr>
        <w:t>ompetitive</w:t>
      </w:r>
      <w:r w:rsidRPr="00D860D3">
        <w:rPr>
          <w:b/>
          <w:color w:val="4F6228" w:themeColor="accent3" w:themeShade="80"/>
          <w:sz w:val="36"/>
          <w:szCs w:val="36"/>
        </w:rPr>
        <w:t xml:space="preserve"> G</w:t>
      </w:r>
      <w:r w:rsidR="006D7ECD" w:rsidRPr="00D860D3">
        <w:rPr>
          <w:b/>
          <w:color w:val="4F6228" w:themeColor="accent3" w:themeShade="80"/>
          <w:sz w:val="36"/>
          <w:szCs w:val="36"/>
        </w:rPr>
        <w:t>rant</w:t>
      </w:r>
      <w:r w:rsidRPr="00D860D3">
        <w:rPr>
          <w:b/>
          <w:color w:val="4F6228" w:themeColor="accent3" w:themeShade="80"/>
          <w:sz w:val="36"/>
          <w:szCs w:val="36"/>
        </w:rPr>
        <w:t xml:space="preserve"> </w:t>
      </w:r>
      <w:r w:rsidR="00222E8B" w:rsidRPr="00D860D3">
        <w:rPr>
          <w:b/>
          <w:color w:val="4F6228" w:themeColor="accent3" w:themeShade="80"/>
          <w:sz w:val="36"/>
          <w:szCs w:val="36"/>
        </w:rPr>
        <w:t>P</w:t>
      </w:r>
      <w:r w:rsidR="006D7ECD" w:rsidRPr="00D860D3">
        <w:rPr>
          <w:b/>
          <w:color w:val="4F6228" w:themeColor="accent3" w:themeShade="80"/>
          <w:sz w:val="36"/>
          <w:szCs w:val="36"/>
        </w:rPr>
        <w:t>roposal</w:t>
      </w:r>
      <w:r w:rsidR="00222E8B" w:rsidRPr="00D860D3">
        <w:rPr>
          <w:b/>
          <w:color w:val="4F6228" w:themeColor="accent3" w:themeShade="80"/>
          <w:sz w:val="36"/>
          <w:szCs w:val="36"/>
        </w:rPr>
        <w:t xml:space="preserve"> </w:t>
      </w:r>
      <w:r w:rsidR="008753CE" w:rsidRPr="00D860D3">
        <w:rPr>
          <w:b/>
          <w:color w:val="4F6228" w:themeColor="accent3" w:themeShade="80"/>
          <w:sz w:val="36"/>
          <w:szCs w:val="36"/>
        </w:rPr>
        <w:t>F</w:t>
      </w:r>
      <w:r w:rsidR="006D7ECD" w:rsidRPr="00D860D3">
        <w:rPr>
          <w:b/>
          <w:color w:val="4F6228" w:themeColor="accent3" w:themeShade="80"/>
          <w:sz w:val="36"/>
          <w:szCs w:val="36"/>
        </w:rPr>
        <w:t>orm</w:t>
      </w:r>
    </w:p>
    <w:p w14:paraId="27040705" w14:textId="77777777" w:rsidR="008753CE" w:rsidRPr="006D7ECD" w:rsidRDefault="008A549A" w:rsidP="00564C5C">
      <w:pPr>
        <w:spacing w:before="120"/>
        <w:jc w:val="center"/>
        <w:rPr>
          <w:rStyle w:val="Hyperlink"/>
          <w:rFonts w:eastAsia="Times New Roman"/>
          <w:b/>
          <w:bCs/>
          <w:sz w:val="23"/>
          <w:szCs w:val="23"/>
        </w:rPr>
      </w:pPr>
      <w:r w:rsidRPr="00980227">
        <w:rPr>
          <w:b/>
          <w:sz w:val="23"/>
          <w:szCs w:val="23"/>
        </w:rPr>
        <w:t>Due</w:t>
      </w:r>
      <w:r w:rsidR="005F67C9">
        <w:rPr>
          <w:b/>
          <w:sz w:val="23"/>
          <w:szCs w:val="23"/>
        </w:rPr>
        <w:t xml:space="preserve"> August 17</w:t>
      </w:r>
      <w:r w:rsidR="00520C38">
        <w:rPr>
          <w:b/>
          <w:sz w:val="23"/>
          <w:szCs w:val="23"/>
        </w:rPr>
        <w:t>, 2021</w:t>
      </w:r>
      <w:r w:rsidRPr="00980227">
        <w:rPr>
          <w:b/>
          <w:sz w:val="23"/>
          <w:szCs w:val="23"/>
        </w:rPr>
        <w:t xml:space="preserve"> by 4</w:t>
      </w:r>
      <w:r w:rsidR="007C04D9">
        <w:rPr>
          <w:b/>
          <w:sz w:val="23"/>
          <w:szCs w:val="23"/>
        </w:rPr>
        <w:t>pm</w:t>
      </w:r>
      <w:r w:rsidR="00BF045C" w:rsidRPr="00127180">
        <w:rPr>
          <w:b/>
          <w:sz w:val="23"/>
          <w:szCs w:val="23"/>
        </w:rPr>
        <w:t xml:space="preserve"> </w:t>
      </w:r>
      <w:r w:rsidR="00127180" w:rsidRPr="00127180">
        <w:rPr>
          <w:b/>
          <w:sz w:val="23"/>
          <w:szCs w:val="23"/>
        </w:rPr>
        <w:t xml:space="preserve">PST </w:t>
      </w:r>
      <w:r w:rsidR="006D7ECD">
        <w:rPr>
          <w:b/>
          <w:sz w:val="23"/>
          <w:szCs w:val="23"/>
        </w:rPr>
        <w:t>to</w:t>
      </w:r>
      <w:r w:rsidR="00BF045C" w:rsidRPr="006D7ECD">
        <w:rPr>
          <w:b/>
          <w:bCs/>
          <w:sz w:val="23"/>
          <w:szCs w:val="23"/>
        </w:rPr>
        <w:t xml:space="preserve"> </w:t>
      </w:r>
      <w:hyperlink r:id="rId11" w:history="1">
        <w:r w:rsidR="007665EE" w:rsidRPr="00D860D3">
          <w:rPr>
            <w:rStyle w:val="Hyperlink"/>
            <w:rFonts w:eastAsia="Times New Roman"/>
            <w:b/>
            <w:bCs/>
            <w:i/>
            <w:iCs/>
            <w:color w:val="76923C" w:themeColor="accent3" w:themeShade="BF"/>
            <w:sz w:val="23"/>
            <w:szCs w:val="23"/>
          </w:rPr>
          <w:t>mary.embleton@kingcd.org</w:t>
        </w:r>
      </w:hyperlink>
    </w:p>
    <w:p w14:paraId="608E18E4" w14:textId="77777777" w:rsidR="00980227" w:rsidRPr="00980227" w:rsidRDefault="00980227" w:rsidP="00980227">
      <w:pPr>
        <w:tabs>
          <w:tab w:val="left" w:pos="2250"/>
          <w:tab w:val="right" w:pos="6210"/>
          <w:tab w:val="left" w:pos="6660"/>
        </w:tabs>
        <w:spacing w:before="120"/>
        <w:rPr>
          <w:b/>
          <w:noProof/>
        </w:rPr>
      </w:pPr>
      <w:r w:rsidRPr="00980227">
        <w:rPr>
          <w:rStyle w:val="Hyperlink"/>
          <w:b/>
          <w:color w:val="auto"/>
          <w:u w:val="none"/>
        </w:rPr>
        <w:t>Instructions:</w:t>
      </w:r>
      <w:r w:rsidR="006C6A46">
        <w:rPr>
          <w:rStyle w:val="Hyperlink"/>
          <w:color w:val="auto"/>
          <w:u w:val="none"/>
        </w:rPr>
        <w:t> </w:t>
      </w:r>
      <w:r w:rsidR="00520C38">
        <w:rPr>
          <w:rStyle w:val="Hyperlink"/>
          <w:color w:val="auto"/>
          <w:u w:val="none"/>
        </w:rPr>
        <w:t xml:space="preserve">Prior to completing the application, please review the application guidelines contained in the RFP. </w:t>
      </w:r>
      <w:r w:rsidRPr="00980227">
        <w:rPr>
          <w:rStyle w:val="Hyperlink"/>
          <w:color w:val="auto"/>
          <w:u w:val="none"/>
        </w:rPr>
        <w:t>Compl</w:t>
      </w:r>
      <w:r w:rsidR="0012015B">
        <w:rPr>
          <w:rStyle w:val="Hyperlink"/>
          <w:color w:val="auto"/>
          <w:u w:val="none"/>
        </w:rPr>
        <w:t xml:space="preserve">ete each section of this form. </w:t>
      </w:r>
      <w:r w:rsidRPr="00980227">
        <w:rPr>
          <w:rStyle w:val="Hyperlink"/>
          <w:color w:val="auto"/>
          <w:u w:val="none"/>
        </w:rPr>
        <w:t xml:space="preserve">The submitted form may not exceed </w:t>
      </w:r>
      <w:r w:rsidR="006C6A46">
        <w:rPr>
          <w:rStyle w:val="Hyperlink"/>
          <w:b/>
          <w:color w:val="auto"/>
          <w:u w:val="none"/>
        </w:rPr>
        <w:t>four (</w:t>
      </w:r>
      <w:r w:rsidR="00AD4CAF">
        <w:rPr>
          <w:rStyle w:val="Hyperlink"/>
          <w:b/>
          <w:color w:val="auto"/>
          <w:u w:val="none"/>
        </w:rPr>
        <w:t>4</w:t>
      </w:r>
      <w:r w:rsidR="00C520FE" w:rsidRPr="00F01889">
        <w:rPr>
          <w:rStyle w:val="Hyperlink"/>
          <w:b/>
          <w:color w:val="auto"/>
          <w:u w:val="none"/>
        </w:rPr>
        <w:t>) pages (</w:t>
      </w:r>
      <w:r w:rsidR="003D3D75">
        <w:rPr>
          <w:rStyle w:val="Hyperlink"/>
          <w:b/>
          <w:color w:val="auto"/>
          <w:u w:val="none"/>
        </w:rPr>
        <w:t>two (</w:t>
      </w:r>
      <w:r w:rsidR="00127180">
        <w:rPr>
          <w:rStyle w:val="Hyperlink"/>
          <w:b/>
          <w:color w:val="auto"/>
          <w:u w:val="none"/>
        </w:rPr>
        <w:t>2</w:t>
      </w:r>
      <w:r w:rsidR="003D3D75">
        <w:rPr>
          <w:rStyle w:val="Hyperlink"/>
          <w:b/>
          <w:color w:val="auto"/>
          <w:u w:val="none"/>
        </w:rPr>
        <w:t>)</w:t>
      </w:r>
      <w:r w:rsidR="00520C38">
        <w:rPr>
          <w:rStyle w:val="Hyperlink"/>
          <w:b/>
          <w:color w:val="auto"/>
          <w:u w:val="none"/>
        </w:rPr>
        <w:t xml:space="preserve"> double-</w:t>
      </w:r>
      <w:r w:rsidR="00C520FE" w:rsidRPr="00F01889">
        <w:rPr>
          <w:rStyle w:val="Hyperlink"/>
          <w:b/>
          <w:color w:val="auto"/>
          <w:u w:val="none"/>
        </w:rPr>
        <w:t>sided pages</w:t>
      </w:r>
      <w:r w:rsidR="00676596">
        <w:rPr>
          <w:rStyle w:val="Hyperlink"/>
          <w:b/>
          <w:color w:val="auto"/>
          <w:u w:val="none"/>
        </w:rPr>
        <w:t>,</w:t>
      </w:r>
      <w:r w:rsidR="00031397">
        <w:rPr>
          <w:rStyle w:val="Hyperlink"/>
          <w:b/>
          <w:color w:val="auto"/>
          <w:u w:val="none"/>
        </w:rPr>
        <w:t xml:space="preserve"> including cover page</w:t>
      </w:r>
      <w:r w:rsidR="00676596">
        <w:rPr>
          <w:rStyle w:val="Hyperlink"/>
          <w:b/>
          <w:color w:val="auto"/>
          <w:u w:val="none"/>
        </w:rPr>
        <w:t>, responses, and budget page</w:t>
      </w:r>
      <w:r w:rsidR="00C520FE" w:rsidRPr="00F01889">
        <w:rPr>
          <w:rStyle w:val="Hyperlink"/>
          <w:b/>
          <w:color w:val="auto"/>
          <w:u w:val="none"/>
        </w:rPr>
        <w:t>)</w:t>
      </w:r>
      <w:r w:rsidRPr="00980227">
        <w:rPr>
          <w:noProof/>
        </w:rPr>
        <w:t>.</w:t>
      </w:r>
      <w:r w:rsidR="007C04D9">
        <w:rPr>
          <w:noProof/>
        </w:rPr>
        <w:t xml:space="preserve"> </w:t>
      </w:r>
      <w:r w:rsidRPr="00980227">
        <w:rPr>
          <w:noProof/>
        </w:rPr>
        <w:t>Th</w:t>
      </w:r>
      <w:r w:rsidR="00C40288">
        <w:rPr>
          <w:noProof/>
        </w:rPr>
        <w:t>is</w:t>
      </w:r>
      <w:r w:rsidR="009B26AB">
        <w:rPr>
          <w:noProof/>
        </w:rPr>
        <w:t xml:space="preserve"> form must be submitted in</w:t>
      </w:r>
      <w:r w:rsidRPr="00980227">
        <w:rPr>
          <w:noProof/>
        </w:rPr>
        <w:t xml:space="preserve"> Microsoft Word format </w:t>
      </w:r>
      <w:r w:rsidR="008A3F2F">
        <w:rPr>
          <w:noProof/>
        </w:rPr>
        <w:t>(</w:t>
      </w:r>
      <w:r w:rsidR="008A3F2F" w:rsidRPr="00127180">
        <w:rPr>
          <w:b/>
          <w:noProof/>
          <w:u w:val="single"/>
        </w:rPr>
        <w:t>not a PDF</w:t>
      </w:r>
      <w:r w:rsidR="008A3F2F">
        <w:rPr>
          <w:noProof/>
        </w:rPr>
        <w:t xml:space="preserve">) </w:t>
      </w:r>
      <w:r w:rsidRPr="00980227">
        <w:rPr>
          <w:noProof/>
        </w:rPr>
        <w:t xml:space="preserve">with a </w:t>
      </w:r>
      <w:r w:rsidR="00805CB0">
        <w:rPr>
          <w:b/>
          <w:noProof/>
        </w:rPr>
        <w:t xml:space="preserve">font size </w:t>
      </w:r>
      <w:r w:rsidRPr="00980227">
        <w:rPr>
          <w:b/>
          <w:noProof/>
        </w:rPr>
        <w:t>no less than 11</w:t>
      </w:r>
      <w:r w:rsidR="006C6A46">
        <w:rPr>
          <w:b/>
          <w:noProof/>
        </w:rPr>
        <w:t>pt</w:t>
      </w:r>
      <w:r w:rsidRPr="00980227">
        <w:rPr>
          <w:noProof/>
        </w:rPr>
        <w:t xml:space="preserve">. Do not </w:t>
      </w:r>
      <w:r w:rsidR="00184AE2">
        <w:rPr>
          <w:noProof/>
        </w:rPr>
        <w:t xml:space="preserve">change margins and do not </w:t>
      </w:r>
      <w:r w:rsidR="00127180">
        <w:rPr>
          <w:noProof/>
        </w:rPr>
        <w:t>delete</w:t>
      </w:r>
      <w:r w:rsidRPr="00980227">
        <w:rPr>
          <w:noProof/>
        </w:rPr>
        <w:t xml:space="preserve"> </w:t>
      </w:r>
      <w:r w:rsidR="001B6B7F">
        <w:rPr>
          <w:noProof/>
        </w:rPr>
        <w:t>question numbers/</w:t>
      </w:r>
      <w:r w:rsidRPr="00980227">
        <w:rPr>
          <w:noProof/>
        </w:rPr>
        <w:t>questions.</w:t>
      </w:r>
      <w:r w:rsidR="008A3F2F">
        <w:rPr>
          <w:noProof/>
        </w:rPr>
        <w:t xml:space="preserve"> </w:t>
      </w:r>
      <w:r w:rsidR="00127180">
        <w:rPr>
          <w:noProof/>
        </w:rPr>
        <w:t xml:space="preserve">You may delete instructions. </w:t>
      </w:r>
      <w:r w:rsidR="008A3F2F">
        <w:rPr>
          <w:noProof/>
        </w:rPr>
        <w:t>When you save t</w:t>
      </w:r>
      <w:r w:rsidR="003D3D75">
        <w:rPr>
          <w:noProof/>
        </w:rPr>
        <w:t>he completed form to submit it,</w:t>
      </w:r>
      <w:r w:rsidR="008A3F2F" w:rsidRPr="00127180">
        <w:rPr>
          <w:b/>
          <w:noProof/>
          <w:u w:val="single"/>
        </w:rPr>
        <w:t xml:space="preserve"> </w:t>
      </w:r>
      <w:r w:rsidR="0012015B" w:rsidRPr="00127180">
        <w:rPr>
          <w:b/>
          <w:noProof/>
          <w:u w:val="single"/>
        </w:rPr>
        <w:t xml:space="preserve">use </w:t>
      </w:r>
      <w:r w:rsidR="008A3F2F" w:rsidRPr="00127180">
        <w:rPr>
          <w:b/>
          <w:noProof/>
          <w:u w:val="single"/>
        </w:rPr>
        <w:t>your organization name as the file title</w:t>
      </w:r>
      <w:r w:rsidR="00111CA9">
        <w:rPr>
          <w:noProof/>
        </w:rPr>
        <w:t xml:space="preserve"> (e.g. IdyleThymeFarm_</w:t>
      </w:r>
      <w:r w:rsidR="0012015B">
        <w:rPr>
          <w:noProof/>
        </w:rPr>
        <w:t>20</w:t>
      </w:r>
      <w:r w:rsidR="00520C38">
        <w:rPr>
          <w:noProof/>
        </w:rPr>
        <w:t>21</w:t>
      </w:r>
      <w:r w:rsidR="00111CA9">
        <w:rPr>
          <w:noProof/>
        </w:rPr>
        <w:t>_</w:t>
      </w:r>
      <w:r w:rsidR="0012015B">
        <w:rPr>
          <w:noProof/>
        </w:rPr>
        <w:t>proposal)</w:t>
      </w:r>
      <w:r w:rsidR="008A3F2F">
        <w:rPr>
          <w:noProof/>
        </w:rPr>
        <w:t>.</w:t>
      </w:r>
    </w:p>
    <w:tbl>
      <w:tblPr>
        <w:tblStyle w:val="TableGrid"/>
        <w:tblW w:w="9355" w:type="dxa"/>
        <w:tblLook w:val="04A0" w:firstRow="1" w:lastRow="0" w:firstColumn="1" w:lastColumn="0" w:noHBand="0" w:noVBand="1"/>
      </w:tblPr>
      <w:tblGrid>
        <w:gridCol w:w="2875"/>
        <w:gridCol w:w="1633"/>
        <w:gridCol w:w="1502"/>
        <w:gridCol w:w="3345"/>
      </w:tblGrid>
      <w:tr w:rsidR="00467330" w:rsidRPr="00B84933" w14:paraId="16A86BF3" w14:textId="77777777" w:rsidTr="00F16E0C">
        <w:tc>
          <w:tcPr>
            <w:tcW w:w="9355" w:type="dxa"/>
            <w:gridSpan w:val="4"/>
          </w:tcPr>
          <w:p w14:paraId="465DC702" w14:textId="77777777" w:rsidR="00467330" w:rsidRPr="00B84933" w:rsidRDefault="00000344" w:rsidP="00EC6310">
            <w:pPr>
              <w:spacing w:before="120"/>
            </w:pPr>
            <w:r w:rsidRPr="00B84933">
              <w:rPr>
                <w:b/>
              </w:rPr>
              <w:t>PROJECT TITLE</w:t>
            </w:r>
            <w:r w:rsidR="00467330" w:rsidRPr="00B84933">
              <w:rPr>
                <w:b/>
              </w:rPr>
              <w:t>:</w:t>
            </w:r>
            <w:r w:rsidR="007C04D9" w:rsidRPr="007C04D9">
              <w:rPr>
                <w:b/>
              </w:rPr>
              <w:t> </w:t>
            </w:r>
            <w:sdt>
              <w:sdtPr>
                <w:rPr>
                  <w:rFonts w:eastAsia="Myriad Pro" w:cs="Times New Roman"/>
                  <w:sz w:val="24"/>
                  <w:szCs w:val="24"/>
                </w:rPr>
                <w:id w:val="8224546"/>
                <w:placeholder>
                  <w:docPart w:val="1BFD6C898CD547648640631CDB672792"/>
                </w:placeholder>
                <w:showingPlcHdr/>
              </w:sdtPr>
              <w:sdtEndPr/>
              <w:sdtContent>
                <w:r w:rsidR="00690571" w:rsidRPr="007A3345">
                  <w:rPr>
                    <w:rStyle w:val="PlaceholderText"/>
                  </w:rPr>
                  <w:t>Click here to enter text.</w:t>
                </w:r>
              </w:sdtContent>
            </w:sdt>
          </w:p>
        </w:tc>
      </w:tr>
      <w:tr w:rsidR="00467330" w:rsidRPr="00B84933" w14:paraId="3D7BBEEC" w14:textId="77777777" w:rsidTr="00F16E0C">
        <w:trPr>
          <w:trHeight w:val="548"/>
        </w:trPr>
        <w:tc>
          <w:tcPr>
            <w:tcW w:w="9355" w:type="dxa"/>
            <w:gridSpan w:val="4"/>
          </w:tcPr>
          <w:p w14:paraId="5642030C" w14:textId="77777777" w:rsidR="00C520FE" w:rsidRPr="00B84933" w:rsidRDefault="00000344" w:rsidP="005F67C9">
            <w:pPr>
              <w:spacing w:before="120"/>
            </w:pPr>
            <w:r w:rsidRPr="00B84933">
              <w:rPr>
                <w:b/>
              </w:rPr>
              <w:t>BRIEF PROJECT DESCRIPTION</w:t>
            </w:r>
            <w:r w:rsidR="00B1511D" w:rsidRPr="00B84933">
              <w:rPr>
                <w:b/>
              </w:rPr>
              <w:t xml:space="preserve"> (200 Words or less)</w:t>
            </w:r>
            <w:r w:rsidR="00467330" w:rsidRPr="00B84933">
              <w:rPr>
                <w:b/>
              </w:rPr>
              <w:t>:</w:t>
            </w:r>
            <w:r w:rsidR="007C04D9" w:rsidRPr="007C04D9">
              <w:rPr>
                <w:b/>
              </w:rPr>
              <w:t> </w:t>
            </w:r>
            <w:sdt>
              <w:sdtPr>
                <w:rPr>
                  <w:rFonts w:eastAsia="Myriad Pro" w:cs="Times New Roman"/>
                  <w:sz w:val="24"/>
                  <w:szCs w:val="24"/>
                </w:rPr>
                <w:id w:val="8224547"/>
                <w:placeholder>
                  <w:docPart w:val="0E8CBE17476E41AEA4429F08E9D20DEA"/>
                </w:placeholder>
                <w:showingPlcHdr/>
              </w:sdtPr>
              <w:sdtEndPr/>
              <w:sdtContent>
                <w:r w:rsidR="00690571" w:rsidRPr="007A3345">
                  <w:rPr>
                    <w:rStyle w:val="PlaceholderText"/>
                  </w:rPr>
                  <w:t>Click here to enter text.</w:t>
                </w:r>
              </w:sdtContent>
            </w:sdt>
          </w:p>
        </w:tc>
      </w:tr>
      <w:tr w:rsidR="00467330" w:rsidRPr="00B84933" w14:paraId="070B4468" w14:textId="77777777" w:rsidTr="00F16E0C">
        <w:tc>
          <w:tcPr>
            <w:tcW w:w="9355" w:type="dxa"/>
            <w:gridSpan w:val="4"/>
          </w:tcPr>
          <w:p w14:paraId="4F583C39" w14:textId="77777777" w:rsidR="00467330" w:rsidRPr="00B84933" w:rsidRDefault="00000344" w:rsidP="00EC6310">
            <w:pPr>
              <w:spacing w:before="120"/>
            </w:pPr>
            <w:r w:rsidRPr="00B84933">
              <w:rPr>
                <w:b/>
              </w:rPr>
              <w:t>NAME OF APPLICANT ORGANIZATION/BUSINESS</w:t>
            </w:r>
            <w:r w:rsidR="00467330" w:rsidRPr="00B84933">
              <w:rPr>
                <w:b/>
              </w:rPr>
              <w:t>:</w:t>
            </w:r>
            <w:r w:rsidR="007C04D9" w:rsidRPr="007C04D9">
              <w:rPr>
                <w:b/>
              </w:rPr>
              <w:t> </w:t>
            </w:r>
            <w:sdt>
              <w:sdtPr>
                <w:rPr>
                  <w:rFonts w:eastAsia="Myriad Pro" w:cs="Times New Roman"/>
                  <w:sz w:val="24"/>
                  <w:szCs w:val="24"/>
                </w:rPr>
                <w:id w:val="-1583592624"/>
                <w:placeholder>
                  <w:docPart w:val="552A22E4F3B849D5BA945F1E2324DA2C"/>
                </w:placeholder>
                <w:showingPlcHdr/>
              </w:sdtPr>
              <w:sdtEndPr/>
              <w:sdtContent>
                <w:r w:rsidR="00690571" w:rsidRPr="007A3345">
                  <w:rPr>
                    <w:rStyle w:val="PlaceholderText"/>
                  </w:rPr>
                  <w:t>Click here to enter text.</w:t>
                </w:r>
              </w:sdtContent>
            </w:sdt>
          </w:p>
        </w:tc>
      </w:tr>
      <w:tr w:rsidR="00520C38" w:rsidRPr="00B84933" w14:paraId="24936EDA" w14:textId="77777777" w:rsidTr="00F16E0C">
        <w:tc>
          <w:tcPr>
            <w:tcW w:w="9355" w:type="dxa"/>
            <w:gridSpan w:val="4"/>
          </w:tcPr>
          <w:p w14:paraId="564BFA42" w14:textId="77777777" w:rsidR="00520C38" w:rsidRDefault="00520C38" w:rsidP="007E4467">
            <w:pPr>
              <w:spacing w:before="120" w:after="0"/>
              <w:rPr>
                <w:b/>
              </w:rPr>
            </w:pPr>
            <w:r>
              <w:rPr>
                <w:b/>
              </w:rPr>
              <w:t>ORGANIZATION STATUS</w:t>
            </w:r>
            <w:r w:rsidRPr="00B84933">
              <w:rPr>
                <w:b/>
              </w:rPr>
              <w:t>:</w:t>
            </w:r>
          </w:p>
          <w:p w14:paraId="3BCCA3D2" w14:textId="77777777" w:rsidR="00520C38" w:rsidRPr="00520C38" w:rsidRDefault="00520C38" w:rsidP="007E4467">
            <w:pPr>
              <w:spacing w:after="0"/>
            </w:pPr>
            <w:r>
              <w:t>Is the applicant organization</w:t>
            </w:r>
            <w:r w:rsidR="00C12985">
              <w:t>/business</w:t>
            </w:r>
            <w:r>
              <w:t>:</w:t>
            </w:r>
          </w:p>
          <w:p w14:paraId="34B59412" w14:textId="77777777" w:rsidR="00520C38" w:rsidRPr="00B84933" w:rsidRDefault="00100A99" w:rsidP="007E4467">
            <w:pPr>
              <w:spacing w:after="0"/>
            </w:pPr>
            <w:sdt>
              <w:sdtPr>
                <w:id w:val="-65794876"/>
                <w14:checkbox>
                  <w14:checked w14:val="0"/>
                  <w14:checkedState w14:val="2612" w14:font="MS Gothic"/>
                  <w14:uncheckedState w14:val="2610" w14:font="MS Gothic"/>
                </w14:checkbox>
              </w:sdtPr>
              <w:sdtEndPr/>
              <w:sdtContent>
                <w:r w:rsidR="00520C38" w:rsidRPr="00B84933">
                  <w:rPr>
                    <w:rFonts w:ascii="MS Gothic" w:eastAsia="MS Gothic" w:hAnsi="MS Gothic" w:hint="eastAsia"/>
                  </w:rPr>
                  <w:t>☐</w:t>
                </w:r>
              </w:sdtContent>
            </w:sdt>
            <w:r w:rsidR="007E4467" w:rsidRPr="007C04D9">
              <w:rPr>
                <w:b/>
              </w:rPr>
              <w:t> </w:t>
            </w:r>
            <w:r w:rsidR="00520C38">
              <w:t>A fiscal sponsor for a group implementing the project?</w:t>
            </w:r>
          </w:p>
          <w:p w14:paraId="34FE35C8" w14:textId="77777777" w:rsidR="00520C38" w:rsidRPr="00B84933" w:rsidRDefault="00100A99" w:rsidP="007E4467">
            <w:pPr>
              <w:spacing w:after="0"/>
            </w:pPr>
            <w:sdt>
              <w:sdtPr>
                <w:id w:val="267211050"/>
                <w14:checkbox>
                  <w14:checked w14:val="0"/>
                  <w14:checkedState w14:val="2612" w14:font="MS Gothic"/>
                  <w14:uncheckedState w14:val="2610" w14:font="MS Gothic"/>
                </w14:checkbox>
              </w:sdtPr>
              <w:sdtEndPr/>
              <w:sdtContent>
                <w:r w:rsidR="00520C38">
                  <w:rPr>
                    <w:rFonts w:ascii="MS Gothic" w:eastAsia="MS Gothic" w:hAnsi="MS Gothic" w:hint="eastAsia"/>
                  </w:rPr>
                  <w:t>☐</w:t>
                </w:r>
              </w:sdtContent>
            </w:sdt>
            <w:r w:rsidR="007E4467" w:rsidRPr="007C04D9">
              <w:rPr>
                <w:b/>
              </w:rPr>
              <w:t> </w:t>
            </w:r>
            <w:r w:rsidR="00520C38">
              <w:t>A group implementing the project directly?</w:t>
            </w:r>
          </w:p>
          <w:p w14:paraId="1761F8D3" w14:textId="77777777" w:rsidR="00520C38" w:rsidRPr="00B84933" w:rsidRDefault="00100A99" w:rsidP="007E4467">
            <w:pPr>
              <w:rPr>
                <w:b/>
              </w:rPr>
            </w:pPr>
            <w:sdt>
              <w:sdtPr>
                <w:id w:val="45413843"/>
                <w14:checkbox>
                  <w14:checked w14:val="0"/>
                  <w14:checkedState w14:val="2612" w14:font="MS Gothic"/>
                  <w14:uncheckedState w14:val="2610" w14:font="MS Gothic"/>
                </w14:checkbox>
              </w:sdtPr>
              <w:sdtEndPr/>
              <w:sdtContent>
                <w:r w:rsidR="00520C38" w:rsidRPr="00B84933">
                  <w:rPr>
                    <w:rFonts w:ascii="MS Gothic" w:eastAsia="MS Gothic" w:hAnsi="MS Gothic" w:hint="eastAsia"/>
                  </w:rPr>
                  <w:t>☐</w:t>
                </w:r>
              </w:sdtContent>
            </w:sdt>
            <w:r w:rsidR="007E4467" w:rsidRPr="007C04D9">
              <w:rPr>
                <w:b/>
              </w:rPr>
              <w:t> </w:t>
            </w:r>
            <w:r w:rsidR="00520C38">
              <w:t>A group in need of a fiscal sponsor?</w:t>
            </w:r>
          </w:p>
        </w:tc>
      </w:tr>
      <w:tr w:rsidR="00520C38" w:rsidRPr="00B84933" w14:paraId="59E04CE5" w14:textId="77777777" w:rsidTr="00F16E0C">
        <w:tc>
          <w:tcPr>
            <w:tcW w:w="9355" w:type="dxa"/>
            <w:gridSpan w:val="4"/>
          </w:tcPr>
          <w:p w14:paraId="47105D83" w14:textId="77777777" w:rsidR="00520C38" w:rsidRPr="00B84933" w:rsidRDefault="00520C38" w:rsidP="00520C38">
            <w:pPr>
              <w:spacing w:before="120"/>
            </w:pPr>
            <w:r w:rsidRPr="00B84933">
              <w:rPr>
                <w:b/>
              </w:rPr>
              <w:t>CONTACT PERSON:</w:t>
            </w:r>
            <w:r w:rsidR="007C04D9" w:rsidRPr="007C04D9">
              <w:rPr>
                <w:b/>
              </w:rPr>
              <w:t> </w:t>
            </w:r>
            <w:sdt>
              <w:sdtPr>
                <w:rPr>
                  <w:rFonts w:eastAsia="Myriad Pro" w:cs="Times New Roman"/>
                  <w:sz w:val="24"/>
                  <w:szCs w:val="24"/>
                </w:rPr>
                <w:id w:val="1131211046"/>
                <w:placeholder>
                  <w:docPart w:val="3B0EDBBD6D214378B24432E695DE568B"/>
                </w:placeholder>
                <w:showingPlcHdr/>
              </w:sdtPr>
              <w:sdtEndPr/>
              <w:sdtContent>
                <w:r w:rsidR="00690571" w:rsidRPr="007A3345">
                  <w:rPr>
                    <w:rStyle w:val="PlaceholderText"/>
                  </w:rPr>
                  <w:t>Click here to enter text.</w:t>
                </w:r>
              </w:sdtContent>
            </w:sdt>
          </w:p>
        </w:tc>
      </w:tr>
      <w:tr w:rsidR="00520C38" w:rsidRPr="00B84933" w14:paraId="505DE8A9" w14:textId="77777777" w:rsidTr="00F16E0C">
        <w:tc>
          <w:tcPr>
            <w:tcW w:w="4508" w:type="dxa"/>
            <w:gridSpan w:val="2"/>
          </w:tcPr>
          <w:p w14:paraId="0CF2D306" w14:textId="77777777" w:rsidR="00520C38" w:rsidRPr="00B84933" w:rsidRDefault="00520C38" w:rsidP="00520C38">
            <w:pPr>
              <w:spacing w:before="120"/>
            </w:pPr>
            <w:r w:rsidRPr="00B84933">
              <w:rPr>
                <w:b/>
              </w:rPr>
              <w:t>PHONE (office):</w:t>
            </w:r>
            <w:r w:rsidR="007C04D9" w:rsidRPr="007C04D9">
              <w:rPr>
                <w:b/>
              </w:rPr>
              <w:t> </w:t>
            </w:r>
            <w:sdt>
              <w:sdtPr>
                <w:rPr>
                  <w:rFonts w:eastAsia="Myriad Pro" w:cs="Times New Roman"/>
                  <w:sz w:val="24"/>
                  <w:szCs w:val="24"/>
                </w:rPr>
                <w:id w:val="1848675894"/>
                <w:placeholder>
                  <w:docPart w:val="8478CF938C864CE2972A20DA2170D1B1"/>
                </w:placeholder>
                <w:showingPlcHdr/>
              </w:sdtPr>
              <w:sdtEndPr/>
              <w:sdtContent>
                <w:r w:rsidR="00690571" w:rsidRPr="007A3345">
                  <w:rPr>
                    <w:rStyle w:val="PlaceholderText"/>
                  </w:rPr>
                  <w:t>Click here to enter text.</w:t>
                </w:r>
              </w:sdtContent>
            </w:sdt>
          </w:p>
        </w:tc>
        <w:tc>
          <w:tcPr>
            <w:tcW w:w="4847" w:type="dxa"/>
            <w:gridSpan w:val="2"/>
          </w:tcPr>
          <w:p w14:paraId="5A963AE2" w14:textId="77777777" w:rsidR="00520C38" w:rsidRPr="00B84933" w:rsidRDefault="00520C38" w:rsidP="00520C38">
            <w:pPr>
              <w:spacing w:before="120"/>
            </w:pPr>
            <w:r w:rsidRPr="00B84933">
              <w:rPr>
                <w:b/>
              </w:rPr>
              <w:t>PHONE (cell):</w:t>
            </w:r>
            <w:r w:rsidR="007C04D9" w:rsidRPr="007C04D9">
              <w:rPr>
                <w:b/>
              </w:rPr>
              <w:t> </w:t>
            </w:r>
            <w:sdt>
              <w:sdtPr>
                <w:rPr>
                  <w:rFonts w:eastAsia="Myriad Pro" w:cs="Times New Roman"/>
                  <w:sz w:val="24"/>
                  <w:szCs w:val="24"/>
                </w:rPr>
                <w:id w:val="1811679332"/>
                <w:placeholder>
                  <w:docPart w:val="120D0BB0E2A14FAAABD7276E537E2AB5"/>
                </w:placeholder>
                <w:showingPlcHdr/>
              </w:sdtPr>
              <w:sdtEndPr/>
              <w:sdtContent>
                <w:r w:rsidR="00690571" w:rsidRPr="007A3345">
                  <w:rPr>
                    <w:rStyle w:val="PlaceholderText"/>
                  </w:rPr>
                  <w:t>Click here to enter text.</w:t>
                </w:r>
              </w:sdtContent>
            </w:sdt>
          </w:p>
        </w:tc>
      </w:tr>
      <w:tr w:rsidR="00520C38" w:rsidRPr="00B84933" w14:paraId="2A239F45" w14:textId="77777777" w:rsidTr="00F16E0C">
        <w:tc>
          <w:tcPr>
            <w:tcW w:w="9355" w:type="dxa"/>
            <w:gridSpan w:val="4"/>
          </w:tcPr>
          <w:p w14:paraId="3DB37F33" w14:textId="77777777" w:rsidR="00520C38" w:rsidRPr="00B84933" w:rsidRDefault="00520C38" w:rsidP="00520C38">
            <w:pPr>
              <w:spacing w:before="120"/>
            </w:pPr>
            <w:r w:rsidRPr="00B84933">
              <w:rPr>
                <w:b/>
              </w:rPr>
              <w:t>E-MAIL:</w:t>
            </w:r>
            <w:r w:rsidR="007C04D9" w:rsidRPr="007C04D9">
              <w:rPr>
                <w:b/>
              </w:rPr>
              <w:t> </w:t>
            </w:r>
            <w:sdt>
              <w:sdtPr>
                <w:rPr>
                  <w:rFonts w:eastAsia="Myriad Pro" w:cs="Times New Roman"/>
                  <w:sz w:val="24"/>
                  <w:szCs w:val="24"/>
                </w:rPr>
                <w:id w:val="-2013129729"/>
                <w:placeholder>
                  <w:docPart w:val="2E077A9D522F46FCA8A3CE59E1BAADA0"/>
                </w:placeholder>
                <w:showingPlcHdr/>
              </w:sdtPr>
              <w:sdtEndPr/>
              <w:sdtContent>
                <w:r w:rsidR="00690571" w:rsidRPr="007A3345">
                  <w:rPr>
                    <w:rStyle w:val="PlaceholderText"/>
                  </w:rPr>
                  <w:t>Click here to enter text.</w:t>
                </w:r>
              </w:sdtContent>
            </w:sdt>
          </w:p>
        </w:tc>
      </w:tr>
      <w:tr w:rsidR="00520C38" w:rsidRPr="00B84933" w14:paraId="655F10BD" w14:textId="77777777" w:rsidTr="00F16E0C">
        <w:tc>
          <w:tcPr>
            <w:tcW w:w="9355" w:type="dxa"/>
            <w:gridSpan w:val="4"/>
          </w:tcPr>
          <w:p w14:paraId="33A1E871" w14:textId="77777777" w:rsidR="00520C38" w:rsidRPr="00B84933" w:rsidRDefault="00520C38" w:rsidP="00520C38">
            <w:pPr>
              <w:spacing w:before="120"/>
            </w:pPr>
            <w:r w:rsidRPr="00B84933">
              <w:rPr>
                <w:b/>
              </w:rPr>
              <w:t>ALTERNATE CONTACT:</w:t>
            </w:r>
            <w:r w:rsidR="007C04D9" w:rsidRPr="007C04D9">
              <w:rPr>
                <w:b/>
              </w:rPr>
              <w:t> </w:t>
            </w:r>
            <w:sdt>
              <w:sdtPr>
                <w:rPr>
                  <w:rFonts w:eastAsia="Myriad Pro" w:cs="Times New Roman"/>
                  <w:sz w:val="24"/>
                  <w:szCs w:val="24"/>
                </w:rPr>
                <w:id w:val="-887488049"/>
                <w:placeholder>
                  <w:docPart w:val="140B97B196AC453496C154CCDD2F56C1"/>
                </w:placeholder>
                <w:showingPlcHdr/>
              </w:sdtPr>
              <w:sdtEndPr/>
              <w:sdtContent>
                <w:r w:rsidR="00690571" w:rsidRPr="007A3345">
                  <w:rPr>
                    <w:rStyle w:val="PlaceholderText"/>
                  </w:rPr>
                  <w:t>Click here to enter text.</w:t>
                </w:r>
              </w:sdtContent>
            </w:sdt>
          </w:p>
        </w:tc>
      </w:tr>
      <w:tr w:rsidR="00520C38" w:rsidRPr="00B84933" w14:paraId="2B8E0FA6" w14:textId="77777777" w:rsidTr="00F16E0C">
        <w:tc>
          <w:tcPr>
            <w:tcW w:w="4508" w:type="dxa"/>
            <w:gridSpan w:val="2"/>
          </w:tcPr>
          <w:p w14:paraId="0B120CC3" w14:textId="77777777" w:rsidR="00520C38" w:rsidRPr="00B84933" w:rsidRDefault="00520C38" w:rsidP="00520C38">
            <w:pPr>
              <w:spacing w:before="120"/>
            </w:pPr>
            <w:r w:rsidRPr="00B84933">
              <w:rPr>
                <w:b/>
              </w:rPr>
              <w:t>PHONE (office):</w:t>
            </w:r>
            <w:r w:rsidR="007C04D9" w:rsidRPr="007C04D9">
              <w:rPr>
                <w:b/>
              </w:rPr>
              <w:t> </w:t>
            </w:r>
            <w:sdt>
              <w:sdtPr>
                <w:rPr>
                  <w:rFonts w:eastAsia="Myriad Pro" w:cs="Times New Roman"/>
                  <w:sz w:val="24"/>
                  <w:szCs w:val="24"/>
                </w:rPr>
                <w:id w:val="1216942755"/>
                <w:placeholder>
                  <w:docPart w:val="266473E1BD1E441B81220A0062715749"/>
                </w:placeholder>
                <w:showingPlcHdr/>
              </w:sdtPr>
              <w:sdtEndPr/>
              <w:sdtContent>
                <w:r w:rsidR="00690571" w:rsidRPr="007A3345">
                  <w:rPr>
                    <w:rStyle w:val="PlaceholderText"/>
                  </w:rPr>
                  <w:t>Click here to enter text.</w:t>
                </w:r>
              </w:sdtContent>
            </w:sdt>
          </w:p>
        </w:tc>
        <w:tc>
          <w:tcPr>
            <w:tcW w:w="4847" w:type="dxa"/>
            <w:gridSpan w:val="2"/>
          </w:tcPr>
          <w:p w14:paraId="4E80501C" w14:textId="77777777" w:rsidR="00520C38" w:rsidRPr="00B84933" w:rsidRDefault="00520C38" w:rsidP="00520C38">
            <w:pPr>
              <w:spacing w:before="120"/>
            </w:pPr>
            <w:r w:rsidRPr="00B84933">
              <w:rPr>
                <w:b/>
              </w:rPr>
              <w:t>PHONE (cell):</w:t>
            </w:r>
            <w:r w:rsidR="007C04D9" w:rsidRPr="007C04D9">
              <w:rPr>
                <w:b/>
              </w:rPr>
              <w:t> </w:t>
            </w:r>
            <w:sdt>
              <w:sdtPr>
                <w:rPr>
                  <w:rFonts w:eastAsia="Myriad Pro" w:cs="Times New Roman"/>
                  <w:sz w:val="24"/>
                  <w:szCs w:val="24"/>
                </w:rPr>
                <w:id w:val="-1097786301"/>
                <w:placeholder>
                  <w:docPart w:val="479CE6DE53794EFAA892635AB7C708BC"/>
                </w:placeholder>
                <w:showingPlcHdr/>
              </w:sdtPr>
              <w:sdtEndPr/>
              <w:sdtContent>
                <w:r w:rsidR="00690571" w:rsidRPr="007A3345">
                  <w:rPr>
                    <w:rStyle w:val="PlaceholderText"/>
                  </w:rPr>
                  <w:t>Click here to enter text.</w:t>
                </w:r>
              </w:sdtContent>
            </w:sdt>
          </w:p>
        </w:tc>
      </w:tr>
      <w:tr w:rsidR="00520C38" w:rsidRPr="00B84933" w14:paraId="54F18245" w14:textId="77777777" w:rsidTr="00F16E0C">
        <w:tc>
          <w:tcPr>
            <w:tcW w:w="9355" w:type="dxa"/>
            <w:gridSpan w:val="4"/>
          </w:tcPr>
          <w:p w14:paraId="03FB261B" w14:textId="77777777" w:rsidR="00520C38" w:rsidRPr="00B84933" w:rsidRDefault="00520C38" w:rsidP="00520C38">
            <w:pPr>
              <w:spacing w:before="120"/>
            </w:pPr>
            <w:r w:rsidRPr="00B84933">
              <w:rPr>
                <w:b/>
              </w:rPr>
              <w:t>E-MAIL:</w:t>
            </w:r>
            <w:r w:rsidR="007C04D9" w:rsidRPr="007C04D9">
              <w:rPr>
                <w:b/>
              </w:rPr>
              <w:t> </w:t>
            </w:r>
            <w:sdt>
              <w:sdtPr>
                <w:rPr>
                  <w:rFonts w:eastAsia="Myriad Pro" w:cs="Times New Roman"/>
                  <w:sz w:val="24"/>
                  <w:szCs w:val="24"/>
                </w:rPr>
                <w:id w:val="-418411038"/>
                <w:placeholder>
                  <w:docPart w:val="8CA43B4AC3984296AA8E765047339080"/>
                </w:placeholder>
                <w:showingPlcHdr/>
              </w:sdtPr>
              <w:sdtEndPr/>
              <w:sdtContent>
                <w:r w:rsidR="00690571" w:rsidRPr="007A3345">
                  <w:rPr>
                    <w:rStyle w:val="PlaceholderText"/>
                  </w:rPr>
                  <w:t>Click here to enter text.</w:t>
                </w:r>
              </w:sdtContent>
            </w:sdt>
          </w:p>
        </w:tc>
      </w:tr>
      <w:tr w:rsidR="00520C38" w:rsidRPr="00B84933" w14:paraId="60D39243" w14:textId="77777777" w:rsidTr="00F16E0C">
        <w:tc>
          <w:tcPr>
            <w:tcW w:w="9355" w:type="dxa"/>
            <w:gridSpan w:val="4"/>
          </w:tcPr>
          <w:p w14:paraId="501F6E34" w14:textId="77777777" w:rsidR="00520C38" w:rsidRPr="00B84933" w:rsidRDefault="00520C38" w:rsidP="00520C38">
            <w:pPr>
              <w:spacing w:before="120"/>
            </w:pPr>
            <w:r w:rsidRPr="00B84933">
              <w:rPr>
                <w:b/>
              </w:rPr>
              <w:t>ORGANIZATION ADDRESS:</w:t>
            </w:r>
            <w:r w:rsidR="007C04D9" w:rsidRPr="007C04D9">
              <w:rPr>
                <w:b/>
              </w:rPr>
              <w:t> </w:t>
            </w:r>
            <w:r w:rsidR="00690571" w:rsidRPr="00690571">
              <w:rPr>
                <w:rFonts w:eastAsia="Myriad Pro" w:cs="Times New Roman"/>
                <w:sz w:val="24"/>
                <w:szCs w:val="24"/>
              </w:rPr>
              <w:t xml:space="preserve"> </w:t>
            </w:r>
            <w:sdt>
              <w:sdtPr>
                <w:rPr>
                  <w:rFonts w:eastAsia="Myriad Pro" w:cs="Times New Roman"/>
                  <w:sz w:val="24"/>
                  <w:szCs w:val="24"/>
                </w:rPr>
                <w:id w:val="-9921456"/>
                <w:placeholder>
                  <w:docPart w:val="F00746A8472844E3A2070CB75DCF0AD5"/>
                </w:placeholder>
                <w:showingPlcHdr/>
              </w:sdtPr>
              <w:sdtEndPr/>
              <w:sdtContent>
                <w:r w:rsidR="00690571" w:rsidRPr="007A3345">
                  <w:rPr>
                    <w:rStyle w:val="PlaceholderText"/>
                  </w:rPr>
                  <w:t>Click here to enter text.</w:t>
                </w:r>
              </w:sdtContent>
            </w:sdt>
          </w:p>
        </w:tc>
      </w:tr>
      <w:tr w:rsidR="007E4467" w:rsidRPr="00B84933" w14:paraId="17DA0B2A" w14:textId="77777777" w:rsidTr="00F16E0C">
        <w:trPr>
          <w:trHeight w:val="737"/>
        </w:trPr>
        <w:tc>
          <w:tcPr>
            <w:tcW w:w="9355" w:type="dxa"/>
            <w:gridSpan w:val="4"/>
          </w:tcPr>
          <w:p w14:paraId="2F9EF838" w14:textId="77777777" w:rsidR="007E4467" w:rsidRPr="00B84933" w:rsidRDefault="007E4467" w:rsidP="007E4467">
            <w:pPr>
              <w:tabs>
                <w:tab w:val="left" w:pos="4387"/>
              </w:tabs>
              <w:spacing w:before="120" w:after="0"/>
              <w:rPr>
                <w:b/>
              </w:rPr>
            </w:pPr>
            <w:r w:rsidRPr="00B84933">
              <w:rPr>
                <w:b/>
              </w:rPr>
              <w:t>FUNDING PRIORITY</w:t>
            </w:r>
            <w:r>
              <w:rPr>
                <w:b/>
              </w:rPr>
              <w:t xml:space="preserve"> (check only one)</w:t>
            </w:r>
            <w:r w:rsidRPr="00B84933">
              <w:rPr>
                <w:b/>
              </w:rPr>
              <w:t>:</w:t>
            </w:r>
          </w:p>
          <w:p w14:paraId="00A55B0F" w14:textId="77777777" w:rsidR="007E4467" w:rsidRPr="00B84933" w:rsidRDefault="00100A99" w:rsidP="007E4467">
            <w:pPr>
              <w:tabs>
                <w:tab w:val="left" w:pos="4387"/>
              </w:tabs>
              <w:spacing w:after="0"/>
            </w:pPr>
            <w:sdt>
              <w:sdtPr>
                <w:id w:val="-426736736"/>
                <w14:checkbox>
                  <w14:checked w14:val="0"/>
                  <w14:checkedState w14:val="2612" w14:font="MS Gothic"/>
                  <w14:uncheckedState w14:val="2610" w14:font="MS Gothic"/>
                </w14:checkbox>
              </w:sdtPr>
              <w:sdtEndPr/>
              <w:sdtContent>
                <w:r w:rsidR="007E4467" w:rsidRPr="00B84933">
                  <w:rPr>
                    <w:rFonts w:ascii="MS Gothic" w:eastAsia="MS Gothic" w:hAnsi="MS Gothic" w:hint="eastAsia"/>
                  </w:rPr>
                  <w:t>☐</w:t>
                </w:r>
              </w:sdtContent>
            </w:sdt>
            <w:r w:rsidR="007E4467" w:rsidRPr="007C04D9">
              <w:rPr>
                <w:b/>
              </w:rPr>
              <w:t> </w:t>
            </w:r>
            <w:r w:rsidR="007E4467" w:rsidRPr="00B84933">
              <w:t>Consumer Demand</w:t>
            </w:r>
            <w:r w:rsidR="007E4467">
              <w:rPr>
                <w:bCs/>
              </w:rPr>
              <w:tab/>
            </w:r>
            <w:sdt>
              <w:sdtPr>
                <w:id w:val="-359585228"/>
                <w14:checkbox>
                  <w14:checked w14:val="0"/>
                  <w14:checkedState w14:val="2612" w14:font="MS Gothic"/>
                  <w14:uncheckedState w14:val="2610" w14:font="MS Gothic"/>
                </w14:checkbox>
              </w:sdtPr>
              <w:sdtEndPr/>
              <w:sdtContent>
                <w:r w:rsidR="007E4467" w:rsidRPr="00B84933">
                  <w:rPr>
                    <w:rFonts w:ascii="MS Gothic" w:eastAsia="MS Gothic" w:hAnsi="MS Gothic" w:hint="eastAsia"/>
                  </w:rPr>
                  <w:t>☐</w:t>
                </w:r>
              </w:sdtContent>
            </w:sdt>
            <w:r w:rsidR="007E4467" w:rsidRPr="007C04D9">
              <w:rPr>
                <w:b/>
              </w:rPr>
              <w:t> </w:t>
            </w:r>
            <w:r w:rsidR="007E4467" w:rsidRPr="00B84933">
              <w:t>Infrastructure</w:t>
            </w:r>
          </w:p>
          <w:p w14:paraId="62A2F257" w14:textId="77777777" w:rsidR="007E4467" w:rsidRPr="00B84933" w:rsidRDefault="00100A99" w:rsidP="007E4467">
            <w:pPr>
              <w:tabs>
                <w:tab w:val="left" w:pos="4387"/>
              </w:tabs>
              <w:spacing w:after="0"/>
            </w:pPr>
            <w:sdt>
              <w:sdtPr>
                <w:id w:val="1808970826"/>
                <w14:checkbox>
                  <w14:checked w14:val="0"/>
                  <w14:checkedState w14:val="2612" w14:font="MS Gothic"/>
                  <w14:uncheckedState w14:val="2610" w14:font="MS Gothic"/>
                </w14:checkbox>
              </w:sdtPr>
              <w:sdtEndPr/>
              <w:sdtContent>
                <w:r w:rsidR="007E4467">
                  <w:rPr>
                    <w:rFonts w:ascii="MS Gothic" w:eastAsia="MS Gothic" w:hAnsi="MS Gothic" w:hint="eastAsia"/>
                  </w:rPr>
                  <w:t>☐</w:t>
                </w:r>
              </w:sdtContent>
            </w:sdt>
            <w:r w:rsidR="007E4467" w:rsidRPr="007C04D9">
              <w:rPr>
                <w:b/>
              </w:rPr>
              <w:t> </w:t>
            </w:r>
            <w:r w:rsidR="007E4467" w:rsidRPr="00B84933">
              <w:t>Land Access</w:t>
            </w:r>
            <w:r w:rsidR="007E4467">
              <w:rPr>
                <w:bCs/>
              </w:rPr>
              <w:tab/>
            </w:r>
            <w:sdt>
              <w:sdtPr>
                <w:id w:val="-85380973"/>
                <w14:checkbox>
                  <w14:checked w14:val="0"/>
                  <w14:checkedState w14:val="2612" w14:font="MS Gothic"/>
                  <w14:uncheckedState w14:val="2610" w14:font="MS Gothic"/>
                </w14:checkbox>
              </w:sdtPr>
              <w:sdtEndPr/>
              <w:sdtContent>
                <w:r w:rsidR="007E4467" w:rsidRPr="00B84933">
                  <w:rPr>
                    <w:rFonts w:ascii="MS Gothic" w:eastAsia="MS Gothic" w:hAnsi="MS Gothic" w:hint="eastAsia"/>
                  </w:rPr>
                  <w:t>☐</w:t>
                </w:r>
              </w:sdtContent>
            </w:sdt>
            <w:r w:rsidR="007E4467" w:rsidRPr="007C04D9">
              <w:rPr>
                <w:b/>
              </w:rPr>
              <w:t> </w:t>
            </w:r>
            <w:r w:rsidR="007E4467" w:rsidRPr="00B84933">
              <w:t>Business Management</w:t>
            </w:r>
          </w:p>
          <w:p w14:paraId="2037CDAC" w14:textId="77777777" w:rsidR="007E4467" w:rsidRPr="007E4467" w:rsidRDefault="00100A99" w:rsidP="007E4467">
            <w:pPr>
              <w:tabs>
                <w:tab w:val="left" w:pos="4387"/>
              </w:tabs>
              <w:rPr>
                <w:b/>
              </w:rPr>
            </w:pPr>
            <w:sdt>
              <w:sdtPr>
                <w:id w:val="567538934"/>
                <w14:checkbox>
                  <w14:checked w14:val="0"/>
                  <w14:checkedState w14:val="2612" w14:font="MS Gothic"/>
                  <w14:uncheckedState w14:val="2610" w14:font="MS Gothic"/>
                </w14:checkbox>
              </w:sdtPr>
              <w:sdtEndPr/>
              <w:sdtContent>
                <w:r w:rsidR="007E4467" w:rsidRPr="00B84933">
                  <w:rPr>
                    <w:rFonts w:ascii="MS Gothic" w:eastAsia="MS Gothic" w:hAnsi="MS Gothic" w:hint="eastAsia"/>
                  </w:rPr>
                  <w:t>☐</w:t>
                </w:r>
              </w:sdtContent>
            </w:sdt>
            <w:r w:rsidR="007E4467" w:rsidRPr="007C04D9">
              <w:rPr>
                <w:b/>
              </w:rPr>
              <w:t> </w:t>
            </w:r>
            <w:r w:rsidR="007E4467" w:rsidRPr="00B84933">
              <w:t>Food Safety</w:t>
            </w:r>
          </w:p>
        </w:tc>
      </w:tr>
      <w:tr w:rsidR="00520C38" w:rsidRPr="00B84933" w14:paraId="269233C0" w14:textId="77777777" w:rsidTr="00F16E0C">
        <w:tc>
          <w:tcPr>
            <w:tcW w:w="2875" w:type="dxa"/>
          </w:tcPr>
          <w:p w14:paraId="22EB0F45" w14:textId="77777777" w:rsidR="00690571" w:rsidRDefault="00520C38" w:rsidP="00520C38">
            <w:pPr>
              <w:spacing w:before="120"/>
              <w:rPr>
                <w:b/>
              </w:rPr>
            </w:pPr>
            <w:r w:rsidRPr="00B84933">
              <w:rPr>
                <w:b/>
              </w:rPr>
              <w:t>GRANT REQUEST:</w:t>
            </w:r>
          </w:p>
          <w:p w14:paraId="2EB588B5" w14:textId="77777777" w:rsidR="00520C38" w:rsidRPr="00B84933" w:rsidRDefault="00520C38" w:rsidP="00690571">
            <w:pPr>
              <w:spacing w:before="120"/>
              <w:jc w:val="right"/>
              <w:rPr>
                <w:b/>
              </w:rPr>
            </w:pPr>
            <w:r w:rsidRPr="00B84933">
              <w:rPr>
                <w:b/>
              </w:rPr>
              <w:t>$</w:t>
            </w:r>
            <w:sdt>
              <w:sdtPr>
                <w:rPr>
                  <w:rFonts w:eastAsia="Myriad Pro" w:cs="Times New Roman"/>
                  <w:sz w:val="24"/>
                  <w:szCs w:val="24"/>
                </w:rPr>
                <w:id w:val="-780262071"/>
                <w:placeholder>
                  <w:docPart w:val="5D23DFFABF5D47ADBBF1364B3114F242"/>
                </w:placeholder>
                <w:showingPlcHdr/>
              </w:sdtPr>
              <w:sdtEndPr/>
              <w:sdtContent>
                <w:r w:rsidR="00690571" w:rsidRPr="007A3345">
                  <w:rPr>
                    <w:rStyle w:val="PlaceholderText"/>
                  </w:rPr>
                  <w:t>Click here to enter text.</w:t>
                </w:r>
              </w:sdtContent>
            </w:sdt>
          </w:p>
        </w:tc>
        <w:tc>
          <w:tcPr>
            <w:tcW w:w="3135" w:type="dxa"/>
            <w:gridSpan w:val="2"/>
          </w:tcPr>
          <w:p w14:paraId="054A5BE7" w14:textId="77777777" w:rsidR="00690571" w:rsidRDefault="00520C38" w:rsidP="00520C38">
            <w:pPr>
              <w:spacing w:before="120"/>
              <w:rPr>
                <w:b/>
              </w:rPr>
            </w:pPr>
            <w:r>
              <w:rPr>
                <w:b/>
              </w:rPr>
              <w:t xml:space="preserve">CASH AND IN-KIND </w:t>
            </w:r>
            <w:r w:rsidRPr="00B84933">
              <w:rPr>
                <w:b/>
              </w:rPr>
              <w:t>MATCH:</w:t>
            </w:r>
          </w:p>
          <w:p w14:paraId="10B45FB9" w14:textId="77777777" w:rsidR="00520C38" w:rsidRPr="00B84933" w:rsidRDefault="00520C38" w:rsidP="00690571">
            <w:pPr>
              <w:spacing w:before="120"/>
              <w:jc w:val="right"/>
              <w:rPr>
                <w:b/>
              </w:rPr>
            </w:pPr>
            <w:r w:rsidRPr="00B84933">
              <w:rPr>
                <w:b/>
              </w:rPr>
              <w:t>$</w:t>
            </w:r>
            <w:sdt>
              <w:sdtPr>
                <w:rPr>
                  <w:rFonts w:eastAsia="Myriad Pro" w:cs="Times New Roman"/>
                  <w:sz w:val="24"/>
                  <w:szCs w:val="24"/>
                </w:rPr>
                <w:id w:val="1220324812"/>
                <w:placeholder>
                  <w:docPart w:val="294F0CF7DBAC49FF91FEE77BCE7B035C"/>
                </w:placeholder>
                <w:showingPlcHdr/>
              </w:sdtPr>
              <w:sdtEndPr/>
              <w:sdtContent>
                <w:r w:rsidR="00690571" w:rsidRPr="007A3345">
                  <w:rPr>
                    <w:rStyle w:val="PlaceholderText"/>
                  </w:rPr>
                  <w:t>Click here to enter text.</w:t>
                </w:r>
              </w:sdtContent>
            </w:sdt>
          </w:p>
        </w:tc>
        <w:tc>
          <w:tcPr>
            <w:tcW w:w="3345" w:type="dxa"/>
          </w:tcPr>
          <w:p w14:paraId="72C8F586" w14:textId="77777777" w:rsidR="00690571" w:rsidRDefault="00520C38" w:rsidP="00520C38">
            <w:pPr>
              <w:spacing w:before="120"/>
              <w:rPr>
                <w:b/>
              </w:rPr>
            </w:pPr>
            <w:r w:rsidRPr="00B84933">
              <w:rPr>
                <w:b/>
              </w:rPr>
              <w:t>TOTAL PROJECT COST:</w:t>
            </w:r>
          </w:p>
          <w:p w14:paraId="22801429" w14:textId="77777777" w:rsidR="00520C38" w:rsidRPr="00B84933" w:rsidRDefault="00520C38" w:rsidP="00690571">
            <w:pPr>
              <w:spacing w:before="120"/>
              <w:jc w:val="right"/>
              <w:rPr>
                <w:b/>
              </w:rPr>
            </w:pPr>
            <w:r w:rsidRPr="00B84933">
              <w:rPr>
                <w:b/>
              </w:rPr>
              <w:t>$</w:t>
            </w:r>
            <w:sdt>
              <w:sdtPr>
                <w:rPr>
                  <w:rFonts w:eastAsia="Myriad Pro" w:cs="Times New Roman"/>
                  <w:sz w:val="24"/>
                  <w:szCs w:val="24"/>
                </w:rPr>
                <w:id w:val="866802565"/>
                <w:placeholder>
                  <w:docPart w:val="068037F5E2FE492994723889AAF9D8F8"/>
                </w:placeholder>
                <w:showingPlcHdr/>
              </w:sdtPr>
              <w:sdtEndPr/>
              <w:sdtContent>
                <w:r w:rsidR="00690571" w:rsidRPr="007A3345">
                  <w:rPr>
                    <w:rStyle w:val="PlaceholderText"/>
                  </w:rPr>
                  <w:t>Click here to enter text.</w:t>
                </w:r>
              </w:sdtContent>
            </w:sdt>
          </w:p>
        </w:tc>
      </w:tr>
    </w:tbl>
    <w:p w14:paraId="51D811D5" w14:textId="77777777" w:rsidR="007E4467" w:rsidRDefault="007E4467" w:rsidP="007C04D9">
      <w:pPr>
        <w:pStyle w:val="Heading1"/>
      </w:pPr>
      <w:r>
        <w:br w:type="page"/>
      </w:r>
    </w:p>
    <w:p w14:paraId="69310459" w14:textId="77777777" w:rsidR="00C34068" w:rsidRPr="00B84933" w:rsidRDefault="00C34068" w:rsidP="007C04D9">
      <w:pPr>
        <w:pStyle w:val="Heading1"/>
      </w:pPr>
      <w:r w:rsidRPr="007C04D9">
        <w:lastRenderedPageBreak/>
        <w:t>NARRATIVE</w:t>
      </w:r>
      <w:r w:rsidRPr="00B84933">
        <w:t xml:space="preserve"> QUESTIONS</w:t>
      </w:r>
    </w:p>
    <w:p w14:paraId="1880C0B9" w14:textId="77777777" w:rsidR="00980227" w:rsidRPr="00B84933" w:rsidRDefault="00980227" w:rsidP="007E4467">
      <w:pPr>
        <w:pStyle w:val="Heading2"/>
      </w:pPr>
      <w:r w:rsidRPr="007C04D9">
        <w:t>QUESTION</w:t>
      </w:r>
      <w:r w:rsidRPr="00B84933">
        <w:t xml:space="preserve"> 1</w:t>
      </w:r>
      <w:r w:rsidR="00C34068" w:rsidRPr="00B84933">
        <w:t>:</w:t>
      </w:r>
      <w:r w:rsidR="007C04D9">
        <w:t> </w:t>
      </w:r>
      <w:r w:rsidRPr="00B84933">
        <w:t>P</w:t>
      </w:r>
      <w:r w:rsidR="007C04D9">
        <w:t>roject purpose</w:t>
      </w:r>
      <w:r w:rsidR="007C04D9">
        <w:t> </w:t>
      </w:r>
      <w:r w:rsidR="00FA3CB4">
        <w:t>(25</w:t>
      </w:r>
      <w:r w:rsidR="00676EF4" w:rsidRPr="00B84933">
        <w:t xml:space="preserve"> points)</w:t>
      </w:r>
    </w:p>
    <w:p w14:paraId="1E6E2C63" w14:textId="77777777" w:rsidR="007C04D9" w:rsidRDefault="00676EF4" w:rsidP="006800DA">
      <w:pPr>
        <w:spacing w:before="60"/>
        <w:rPr>
          <w:i/>
        </w:rPr>
      </w:pPr>
      <w:r w:rsidRPr="00F01889">
        <w:rPr>
          <w:i/>
        </w:rPr>
        <w:t xml:space="preserve">Describe the problem or challenge you are seeking to overcome and your solution. </w:t>
      </w:r>
      <w:r w:rsidR="00C34068" w:rsidRPr="00F01889">
        <w:rPr>
          <w:i/>
        </w:rPr>
        <w:t>Be sure to refer to the Local Food Initiative strategy or strategies in answering this question</w:t>
      </w:r>
      <w:r w:rsidR="00F95856" w:rsidRPr="00F01889">
        <w:rPr>
          <w:i/>
        </w:rPr>
        <w:t xml:space="preserve"> (limit </w:t>
      </w:r>
      <w:r w:rsidR="00CF1102" w:rsidRPr="00F01889">
        <w:rPr>
          <w:i/>
        </w:rPr>
        <w:t xml:space="preserve">to </w:t>
      </w:r>
      <w:r w:rsidR="00FA3CB4" w:rsidRPr="00FA3CB4">
        <w:rPr>
          <w:b/>
          <w:i/>
          <w:u w:val="single"/>
        </w:rPr>
        <w:t>at least one but</w:t>
      </w:r>
      <w:r w:rsidR="00FA3CB4">
        <w:rPr>
          <w:i/>
        </w:rPr>
        <w:t xml:space="preserve"> </w:t>
      </w:r>
      <w:r w:rsidR="00F95856" w:rsidRPr="00127180">
        <w:rPr>
          <w:b/>
          <w:i/>
          <w:u w:val="single"/>
        </w:rPr>
        <w:t>no more than 3</w:t>
      </w:r>
      <w:r w:rsidR="00F95856" w:rsidRPr="00F01889">
        <w:rPr>
          <w:i/>
        </w:rPr>
        <w:t xml:space="preserve"> strategies)</w:t>
      </w:r>
      <w:r w:rsidR="00C34068" w:rsidRPr="00F01889">
        <w:rPr>
          <w:i/>
        </w:rPr>
        <w:t>.</w:t>
      </w:r>
      <w:r w:rsidR="00F95856" w:rsidRPr="00F01889">
        <w:rPr>
          <w:i/>
        </w:rPr>
        <w:t xml:space="preserve"> Describe how the project is important and</w:t>
      </w:r>
      <w:r w:rsidR="006800DA" w:rsidRPr="00F01889">
        <w:rPr>
          <w:i/>
        </w:rPr>
        <w:t xml:space="preserve"> timely. Include overall goals and </w:t>
      </w:r>
      <w:r w:rsidR="00C520FE" w:rsidRPr="00F01889">
        <w:rPr>
          <w:i/>
        </w:rPr>
        <w:t>objectives</w:t>
      </w:r>
      <w:r w:rsidR="006800DA" w:rsidRPr="00F01889">
        <w:rPr>
          <w:i/>
        </w:rPr>
        <w:t>.</w:t>
      </w:r>
    </w:p>
    <w:tbl>
      <w:tblPr>
        <w:tblStyle w:val="TableGrid"/>
        <w:tblW w:w="0" w:type="auto"/>
        <w:tblLook w:val="04A0" w:firstRow="1" w:lastRow="0" w:firstColumn="1" w:lastColumn="0" w:noHBand="0" w:noVBand="1"/>
      </w:tblPr>
      <w:tblGrid>
        <w:gridCol w:w="9350"/>
      </w:tblGrid>
      <w:tr w:rsidR="007E4467" w14:paraId="19CA2DB7" w14:textId="77777777" w:rsidTr="007E4467">
        <w:tc>
          <w:tcPr>
            <w:tcW w:w="9350" w:type="dxa"/>
          </w:tcPr>
          <w:p w14:paraId="03A987C4" w14:textId="77777777" w:rsidR="007E4467" w:rsidRDefault="00100A99" w:rsidP="006800DA">
            <w:pPr>
              <w:spacing w:before="60"/>
              <w:rPr>
                <w:bCs/>
                <w:iCs/>
              </w:rPr>
            </w:pPr>
            <w:sdt>
              <w:sdtPr>
                <w:rPr>
                  <w:rFonts w:eastAsia="Myriad Pro" w:cs="Times New Roman"/>
                  <w:sz w:val="24"/>
                  <w:szCs w:val="24"/>
                </w:rPr>
                <w:id w:val="743224457"/>
                <w:placeholder>
                  <w:docPart w:val="17E2F79A24314BA58ABC3F5FEBC2B58C"/>
                </w:placeholder>
                <w:showingPlcHdr/>
              </w:sdtPr>
              <w:sdtEndPr/>
              <w:sdtContent>
                <w:r w:rsidR="00690571" w:rsidRPr="007A3345">
                  <w:rPr>
                    <w:rStyle w:val="PlaceholderText"/>
                  </w:rPr>
                  <w:t>Click here to enter text.</w:t>
                </w:r>
              </w:sdtContent>
            </w:sdt>
          </w:p>
        </w:tc>
      </w:tr>
    </w:tbl>
    <w:p w14:paraId="7C489234" w14:textId="77777777" w:rsidR="00C34068" w:rsidRPr="00B84933" w:rsidRDefault="00F95856" w:rsidP="007E4467">
      <w:pPr>
        <w:pStyle w:val="Heading2"/>
      </w:pPr>
      <w:r w:rsidRPr="007E4467">
        <w:t>QUESTION</w:t>
      </w:r>
      <w:r w:rsidRPr="00B84933">
        <w:t xml:space="preserve"> 2</w:t>
      </w:r>
      <w:r w:rsidR="00C34068" w:rsidRPr="00B84933">
        <w:t>:</w:t>
      </w:r>
      <w:r w:rsidR="007C04D9">
        <w:t> </w:t>
      </w:r>
      <w:r w:rsidR="007C04D9">
        <w:t>Work plan</w:t>
      </w:r>
      <w:r w:rsidR="007C04D9">
        <w:t> </w:t>
      </w:r>
      <w:r w:rsidR="00FA3CB4">
        <w:t>(25</w:t>
      </w:r>
      <w:r w:rsidR="00C34068" w:rsidRPr="00B84933">
        <w:t xml:space="preserve"> points)</w:t>
      </w:r>
    </w:p>
    <w:p w14:paraId="071DD519" w14:textId="77777777" w:rsidR="007C04D9" w:rsidRDefault="006800DA" w:rsidP="008B6FCD">
      <w:pPr>
        <w:rPr>
          <w:i/>
        </w:rPr>
      </w:pPr>
      <w:r w:rsidRPr="00F01889">
        <w:rPr>
          <w:i/>
        </w:rPr>
        <w:t>Describe your project. How will it</w:t>
      </w:r>
      <w:r w:rsidR="0073524D" w:rsidRPr="00F01889">
        <w:rPr>
          <w:i/>
        </w:rPr>
        <w:t xml:space="preserve"> work, </w:t>
      </w:r>
      <w:r w:rsidR="00C34068" w:rsidRPr="00F01889">
        <w:rPr>
          <w:i/>
        </w:rPr>
        <w:t>what will it do</w:t>
      </w:r>
      <w:r w:rsidR="0073524D" w:rsidRPr="00F01889">
        <w:rPr>
          <w:i/>
        </w:rPr>
        <w:t>, and who will do it?</w:t>
      </w:r>
      <w:r w:rsidR="007C04D9">
        <w:rPr>
          <w:i/>
        </w:rPr>
        <w:t xml:space="preserve"> </w:t>
      </w:r>
      <w:r w:rsidR="00B1511D" w:rsidRPr="00F01889">
        <w:rPr>
          <w:i/>
        </w:rPr>
        <w:t>Identify the activities necessary to accomplish your project.</w:t>
      </w:r>
      <w:r w:rsidR="0073524D" w:rsidRPr="00F01889">
        <w:rPr>
          <w:i/>
        </w:rPr>
        <w:t xml:space="preserve"> Do you have a location and timeline</w:t>
      </w:r>
      <w:r w:rsidR="00C34068" w:rsidRPr="00F01889">
        <w:rPr>
          <w:i/>
        </w:rPr>
        <w:t xml:space="preserve"> in mind? </w:t>
      </w:r>
      <w:r w:rsidR="00B1511D" w:rsidRPr="00F01889">
        <w:rPr>
          <w:i/>
        </w:rPr>
        <w:t>Be sure to include outre</w:t>
      </w:r>
      <w:r w:rsidRPr="00F01889">
        <w:rPr>
          <w:i/>
        </w:rPr>
        <w:t xml:space="preserve">ach and performance measurement </w:t>
      </w:r>
      <w:r w:rsidR="00B1511D" w:rsidRPr="00F01889">
        <w:rPr>
          <w:i/>
        </w:rPr>
        <w:t>activities.</w:t>
      </w:r>
    </w:p>
    <w:tbl>
      <w:tblPr>
        <w:tblStyle w:val="TableGrid"/>
        <w:tblW w:w="0" w:type="auto"/>
        <w:tblLook w:val="04A0" w:firstRow="1" w:lastRow="0" w:firstColumn="1" w:lastColumn="0" w:noHBand="0" w:noVBand="1"/>
      </w:tblPr>
      <w:tblGrid>
        <w:gridCol w:w="9350"/>
      </w:tblGrid>
      <w:tr w:rsidR="007E4467" w14:paraId="677E7496" w14:textId="77777777" w:rsidTr="007E4467">
        <w:tc>
          <w:tcPr>
            <w:tcW w:w="9350" w:type="dxa"/>
          </w:tcPr>
          <w:p w14:paraId="1E84CB78" w14:textId="77777777" w:rsidR="007E4467" w:rsidRDefault="00100A99" w:rsidP="008B6FCD">
            <w:pPr>
              <w:rPr>
                <w:bCs/>
                <w:iCs/>
              </w:rPr>
            </w:pPr>
            <w:sdt>
              <w:sdtPr>
                <w:rPr>
                  <w:rFonts w:eastAsia="Myriad Pro" w:cs="Times New Roman"/>
                  <w:sz w:val="24"/>
                  <w:szCs w:val="24"/>
                </w:rPr>
                <w:id w:val="1239835454"/>
                <w:placeholder>
                  <w:docPart w:val="96BDAE9A69B14DB1A59157F256B9BE69"/>
                </w:placeholder>
                <w:showingPlcHdr/>
              </w:sdtPr>
              <w:sdtEndPr/>
              <w:sdtContent>
                <w:r w:rsidR="00690571" w:rsidRPr="007A3345">
                  <w:rPr>
                    <w:rStyle w:val="PlaceholderText"/>
                  </w:rPr>
                  <w:t>Click here to enter text.</w:t>
                </w:r>
              </w:sdtContent>
            </w:sdt>
          </w:p>
        </w:tc>
      </w:tr>
    </w:tbl>
    <w:p w14:paraId="794B8EF5" w14:textId="77777777" w:rsidR="006800DA" w:rsidRPr="00B84933" w:rsidRDefault="006800DA" w:rsidP="007E4467">
      <w:pPr>
        <w:pStyle w:val="Heading2"/>
      </w:pPr>
      <w:r w:rsidRPr="00B84933">
        <w:t>QUESTION 3:</w:t>
      </w:r>
      <w:r w:rsidR="007C04D9">
        <w:t> </w:t>
      </w:r>
      <w:r w:rsidR="007C04D9">
        <w:t>Expected outcomes and measurable results</w:t>
      </w:r>
      <w:r w:rsidR="007C04D9">
        <w:t> </w:t>
      </w:r>
      <w:r w:rsidRPr="00B84933">
        <w:t>(10 points)</w:t>
      </w:r>
    </w:p>
    <w:p w14:paraId="62B83F7E" w14:textId="77777777" w:rsidR="006800DA" w:rsidRDefault="000A0E76" w:rsidP="00C34068">
      <w:pPr>
        <w:rPr>
          <w:i/>
        </w:rPr>
      </w:pPr>
      <w:r w:rsidRPr="00F01889">
        <w:rPr>
          <w:i/>
        </w:rPr>
        <w:t>What are the measures of success of your project and how will you measure them?</w:t>
      </w:r>
      <w:r w:rsidR="007C04D9">
        <w:rPr>
          <w:i/>
        </w:rPr>
        <w:t xml:space="preserve"> </w:t>
      </w:r>
      <w:r w:rsidRPr="00F01889">
        <w:rPr>
          <w:i/>
        </w:rPr>
        <w:t xml:space="preserve">For example, </w:t>
      </w:r>
      <w:r w:rsidR="006800DA" w:rsidRPr="00F01889">
        <w:rPr>
          <w:i/>
        </w:rPr>
        <w:t>new acres in production, dollars of new farm product sales, number of new farmers or farm busin</w:t>
      </w:r>
      <w:r w:rsidRPr="00F01889">
        <w:rPr>
          <w:i/>
        </w:rPr>
        <w:t>esses</w:t>
      </w:r>
      <w:r w:rsidR="006800DA" w:rsidRPr="00F01889">
        <w:rPr>
          <w:i/>
        </w:rPr>
        <w:t>.</w:t>
      </w:r>
      <w:r w:rsidR="007C04D9">
        <w:rPr>
          <w:i/>
        </w:rPr>
        <w:t xml:space="preserve"> </w:t>
      </w:r>
      <w:r w:rsidR="006800DA" w:rsidRPr="00F01889">
        <w:rPr>
          <w:i/>
        </w:rPr>
        <w:t>Describe the beneficiari</w:t>
      </w:r>
      <w:r w:rsidR="005F67C9">
        <w:rPr>
          <w:i/>
        </w:rPr>
        <w:t xml:space="preserve">es of the project, </w:t>
      </w:r>
      <w:r w:rsidR="006800DA" w:rsidRPr="00F01889">
        <w:rPr>
          <w:i/>
        </w:rPr>
        <w:t>how many will be impacted</w:t>
      </w:r>
      <w:r w:rsidR="005F67C9">
        <w:rPr>
          <w:i/>
        </w:rPr>
        <w:t>, and how they will be impacted</w:t>
      </w:r>
      <w:r w:rsidR="006800DA" w:rsidRPr="00F01889">
        <w:rPr>
          <w:i/>
        </w:rPr>
        <w:t>.</w:t>
      </w:r>
    </w:p>
    <w:tbl>
      <w:tblPr>
        <w:tblStyle w:val="TableGrid"/>
        <w:tblW w:w="0" w:type="auto"/>
        <w:tblLook w:val="04A0" w:firstRow="1" w:lastRow="0" w:firstColumn="1" w:lastColumn="0" w:noHBand="0" w:noVBand="1"/>
      </w:tblPr>
      <w:tblGrid>
        <w:gridCol w:w="9350"/>
      </w:tblGrid>
      <w:tr w:rsidR="007E4467" w14:paraId="38BE9A7F" w14:textId="77777777" w:rsidTr="007E4467">
        <w:tc>
          <w:tcPr>
            <w:tcW w:w="9350" w:type="dxa"/>
          </w:tcPr>
          <w:p w14:paraId="5168B397" w14:textId="77777777" w:rsidR="007E4467" w:rsidRDefault="00100A99" w:rsidP="00C34068">
            <w:pPr>
              <w:rPr>
                <w:bCs/>
                <w:iCs/>
              </w:rPr>
            </w:pPr>
            <w:sdt>
              <w:sdtPr>
                <w:rPr>
                  <w:rFonts w:eastAsia="Myriad Pro" w:cs="Times New Roman"/>
                  <w:sz w:val="24"/>
                  <w:szCs w:val="24"/>
                </w:rPr>
                <w:id w:val="504332451"/>
                <w:placeholder>
                  <w:docPart w:val="C665FA6C6F8146EF9F588632A8DE6E6C"/>
                </w:placeholder>
                <w:showingPlcHdr/>
              </w:sdtPr>
              <w:sdtEndPr/>
              <w:sdtContent>
                <w:r w:rsidR="00690571" w:rsidRPr="007A3345">
                  <w:rPr>
                    <w:rStyle w:val="PlaceholderText"/>
                  </w:rPr>
                  <w:t>Click here to enter text.</w:t>
                </w:r>
              </w:sdtContent>
            </w:sdt>
          </w:p>
        </w:tc>
      </w:tr>
    </w:tbl>
    <w:p w14:paraId="0339D088" w14:textId="77777777" w:rsidR="008336F3" w:rsidRPr="00B84933" w:rsidRDefault="008336F3" w:rsidP="007E4467">
      <w:pPr>
        <w:pStyle w:val="Heading2"/>
      </w:pPr>
      <w:r>
        <w:t>QUESTION 4</w:t>
      </w:r>
      <w:r w:rsidRPr="00B84933">
        <w:t>:</w:t>
      </w:r>
      <w:r w:rsidR="007C04D9">
        <w:t> </w:t>
      </w:r>
      <w:r w:rsidRPr="00B84933">
        <w:t>H</w:t>
      </w:r>
      <w:r w:rsidR="007C04D9">
        <w:t>ow will you share information about your project</w:t>
      </w:r>
      <w:r w:rsidRPr="00B84933">
        <w:t>?</w:t>
      </w:r>
      <w:r w:rsidR="007C04D9">
        <w:t> </w:t>
      </w:r>
      <w:r w:rsidR="007C04D9">
        <w:t>(</w:t>
      </w:r>
      <w:r w:rsidRPr="00B84933">
        <w:t>5 points)</w:t>
      </w:r>
    </w:p>
    <w:p w14:paraId="5C01B571" w14:textId="77777777" w:rsidR="00495A14" w:rsidRDefault="008336F3" w:rsidP="008336F3">
      <w:pPr>
        <w:rPr>
          <w:i/>
        </w:rPr>
      </w:pPr>
      <w:r w:rsidRPr="00F01889">
        <w:rPr>
          <w:i/>
        </w:rPr>
        <w:t>What kind of information do you plan to share, how do you plan to share it (e.g. print materials, social media, podcasts, radio, workshops/conferences, etc.), and what audiences, if any, are you targeting?</w:t>
      </w:r>
      <w:r>
        <w:rPr>
          <w:i/>
        </w:rPr>
        <w:t xml:space="preserve"> Be sure to include information sharing across your network as well as to a broader regional audience.</w:t>
      </w:r>
    </w:p>
    <w:tbl>
      <w:tblPr>
        <w:tblStyle w:val="TableGrid"/>
        <w:tblW w:w="0" w:type="auto"/>
        <w:tblLook w:val="04A0" w:firstRow="1" w:lastRow="0" w:firstColumn="1" w:lastColumn="0" w:noHBand="0" w:noVBand="1"/>
      </w:tblPr>
      <w:tblGrid>
        <w:gridCol w:w="9350"/>
      </w:tblGrid>
      <w:tr w:rsidR="007E4467" w14:paraId="6B415D28" w14:textId="77777777" w:rsidTr="007E4467">
        <w:tc>
          <w:tcPr>
            <w:tcW w:w="9350" w:type="dxa"/>
          </w:tcPr>
          <w:p w14:paraId="489A8732" w14:textId="77777777" w:rsidR="007E4467" w:rsidRDefault="00100A99" w:rsidP="008336F3">
            <w:pPr>
              <w:rPr>
                <w:i/>
              </w:rPr>
            </w:pPr>
            <w:sdt>
              <w:sdtPr>
                <w:rPr>
                  <w:rFonts w:eastAsia="Myriad Pro" w:cs="Times New Roman"/>
                  <w:sz w:val="24"/>
                  <w:szCs w:val="24"/>
                </w:rPr>
                <w:id w:val="1015431833"/>
                <w:placeholder>
                  <w:docPart w:val="B9616D70D6D94101B043D78620718492"/>
                </w:placeholder>
                <w:showingPlcHdr/>
              </w:sdtPr>
              <w:sdtEndPr/>
              <w:sdtContent>
                <w:r w:rsidR="00690571" w:rsidRPr="007A3345">
                  <w:rPr>
                    <w:rStyle w:val="PlaceholderText"/>
                  </w:rPr>
                  <w:t>Click here to enter text.</w:t>
                </w:r>
              </w:sdtContent>
            </w:sdt>
          </w:p>
        </w:tc>
      </w:tr>
    </w:tbl>
    <w:p w14:paraId="459FB91F" w14:textId="77777777" w:rsidR="00495A14" w:rsidRPr="00B84933" w:rsidRDefault="00495A14" w:rsidP="007E4467">
      <w:pPr>
        <w:pStyle w:val="Heading2"/>
      </w:pPr>
      <w:r>
        <w:t>QUESTION 5</w:t>
      </w:r>
      <w:r w:rsidRPr="00B84933">
        <w:t>:</w:t>
      </w:r>
      <w:r w:rsidR="007C04D9" w:rsidRPr="007C04D9">
        <w:t xml:space="preserve"> </w:t>
      </w:r>
      <w:r w:rsidR="007C04D9">
        <w:t> </w:t>
      </w:r>
      <w:r w:rsidRPr="00B84933">
        <w:t>H</w:t>
      </w:r>
      <w:r w:rsidR="007C04D9">
        <w:t>ow</w:t>
      </w:r>
      <w:r w:rsidRPr="00B84933">
        <w:t xml:space="preserve"> </w:t>
      </w:r>
      <w:r w:rsidR="007C04D9">
        <w:t>does your project address diversity, equity, inclusion, and social justice</w:t>
      </w:r>
      <w:r w:rsidR="008F0D91">
        <w:t>?</w:t>
      </w:r>
      <w:r w:rsidR="007C04D9">
        <w:t> </w:t>
      </w:r>
      <w:r w:rsidR="00FA3CB4">
        <w:t>(15</w:t>
      </w:r>
      <w:r w:rsidRPr="00B84933">
        <w:t xml:space="preserve"> points)</w:t>
      </w:r>
    </w:p>
    <w:p w14:paraId="1B8DC231" w14:textId="77777777" w:rsidR="008F0D91" w:rsidRDefault="00AE7F04" w:rsidP="008F0D91">
      <w:pPr>
        <w:rPr>
          <w:i/>
        </w:rPr>
      </w:pPr>
      <w:r w:rsidRPr="00AE7F04">
        <w:rPr>
          <w:i/>
        </w:rPr>
        <w:t xml:space="preserve">King Conservation District is committed to principles of diversity, equity, inclusion, and social justice throughout our organization and in the programming and technical assistance we provide. The KCD Equity Team is in the process of developing a framework with outside guidance, but specific benchmarks are not available for this grant round. We are very interested in how your project will address and implement </w:t>
      </w:r>
      <w:r w:rsidRPr="00AE7F04">
        <w:rPr>
          <w:i/>
          <w:u w:val="single"/>
        </w:rPr>
        <w:t>diversity, equity, inclusion, and social justice principles</w:t>
      </w:r>
      <w:r w:rsidRPr="00AE7F04">
        <w:rPr>
          <w:i/>
        </w:rPr>
        <w:t xml:space="preserve">, please explain. </w:t>
      </w:r>
      <w:r>
        <w:rPr>
          <w:i/>
        </w:rPr>
        <w:t>See the application guidelines in the RFP and the Additional Guidance document</w:t>
      </w:r>
      <w:r w:rsidR="005F67C9">
        <w:rPr>
          <w:i/>
        </w:rPr>
        <w:t xml:space="preserve"> for definitions and examples</w:t>
      </w:r>
      <w:r w:rsidR="008F0D91" w:rsidRPr="00AE7F04">
        <w:rPr>
          <w:i/>
        </w:rPr>
        <w:t>.</w:t>
      </w:r>
    </w:p>
    <w:tbl>
      <w:tblPr>
        <w:tblStyle w:val="TableGrid"/>
        <w:tblW w:w="0" w:type="auto"/>
        <w:tblLook w:val="04A0" w:firstRow="1" w:lastRow="0" w:firstColumn="1" w:lastColumn="0" w:noHBand="0" w:noVBand="1"/>
      </w:tblPr>
      <w:tblGrid>
        <w:gridCol w:w="9350"/>
      </w:tblGrid>
      <w:tr w:rsidR="007E4467" w14:paraId="7329EABB" w14:textId="77777777" w:rsidTr="007E4467">
        <w:tc>
          <w:tcPr>
            <w:tcW w:w="9350" w:type="dxa"/>
          </w:tcPr>
          <w:p w14:paraId="285F82CE" w14:textId="77777777" w:rsidR="007E4467" w:rsidRDefault="00100A99" w:rsidP="008F0D91">
            <w:pPr>
              <w:rPr>
                <w:bCs/>
              </w:rPr>
            </w:pPr>
            <w:sdt>
              <w:sdtPr>
                <w:rPr>
                  <w:rFonts w:eastAsia="Myriad Pro" w:cs="Times New Roman"/>
                  <w:sz w:val="24"/>
                  <w:szCs w:val="24"/>
                </w:rPr>
                <w:id w:val="-1829811606"/>
                <w:placeholder>
                  <w:docPart w:val="F649B3C14DD94973934E07A2A2474577"/>
                </w:placeholder>
                <w:showingPlcHdr/>
              </w:sdtPr>
              <w:sdtEndPr/>
              <w:sdtContent>
                <w:r w:rsidR="00690571" w:rsidRPr="007A3345">
                  <w:rPr>
                    <w:rStyle w:val="PlaceholderText"/>
                  </w:rPr>
                  <w:t>Click here to enter text.</w:t>
                </w:r>
              </w:sdtContent>
            </w:sdt>
          </w:p>
        </w:tc>
      </w:tr>
    </w:tbl>
    <w:p w14:paraId="2A1EF63B" w14:textId="77777777" w:rsidR="006C6A46" w:rsidRDefault="006C6A46" w:rsidP="007E4467">
      <w:pPr>
        <w:pStyle w:val="Heading2"/>
      </w:pPr>
      <w:r>
        <w:br w:type="page"/>
      </w:r>
    </w:p>
    <w:p w14:paraId="00D8F74D" w14:textId="77777777" w:rsidR="00C34068" w:rsidRPr="00D860D3" w:rsidRDefault="006800DA" w:rsidP="007E4467">
      <w:pPr>
        <w:pStyle w:val="Heading2"/>
      </w:pPr>
      <w:r w:rsidRPr="00D860D3">
        <w:lastRenderedPageBreak/>
        <w:t xml:space="preserve">QUESTION </w:t>
      </w:r>
      <w:r w:rsidR="00495A14" w:rsidRPr="00D860D3">
        <w:t>6</w:t>
      </w:r>
      <w:r w:rsidR="00C34068" w:rsidRPr="00D860D3">
        <w:t>:</w:t>
      </w:r>
      <w:r w:rsidR="007C04D9" w:rsidRPr="00D860D3">
        <w:t> </w:t>
      </w:r>
      <w:r w:rsidR="00E56E92" w:rsidRPr="00D860D3">
        <w:t>B</w:t>
      </w:r>
      <w:r w:rsidR="007C04D9" w:rsidRPr="00D860D3">
        <w:t>udget</w:t>
      </w:r>
      <w:r w:rsidR="007C04D9" w:rsidRPr="00D860D3">
        <w:t> </w:t>
      </w:r>
      <w:r w:rsidR="00FA3CB4" w:rsidRPr="00D860D3">
        <w:t>(20</w:t>
      </w:r>
      <w:r w:rsidR="00C34068" w:rsidRPr="00D860D3">
        <w:t xml:space="preserve"> points)</w:t>
      </w:r>
    </w:p>
    <w:p w14:paraId="1E93EB7D" w14:textId="77777777" w:rsidR="007C04D9" w:rsidRDefault="00733C48" w:rsidP="00FA3CB4">
      <w:pPr>
        <w:rPr>
          <w:i/>
        </w:rPr>
      </w:pPr>
      <w:r w:rsidRPr="00F01889">
        <w:rPr>
          <w:i/>
        </w:rPr>
        <w:t xml:space="preserve">List the grant funds that you are requesting for each budget category. For in-kind </w:t>
      </w:r>
      <w:r w:rsidR="00FA3CB4">
        <w:rPr>
          <w:i/>
        </w:rPr>
        <w:t>and/</w:t>
      </w:r>
      <w:r w:rsidRPr="00F01889">
        <w:rPr>
          <w:i/>
        </w:rPr>
        <w:t>or cash match, describe their pla</w:t>
      </w:r>
      <w:r w:rsidR="006800DA" w:rsidRPr="00F01889">
        <w:rPr>
          <w:i/>
        </w:rPr>
        <w:t xml:space="preserve">nned use in the </w:t>
      </w:r>
      <w:r w:rsidR="00B84933" w:rsidRPr="00F01889">
        <w:rPr>
          <w:i/>
        </w:rPr>
        <w:t>space below</w:t>
      </w:r>
      <w:r w:rsidRPr="00F01889">
        <w:rPr>
          <w:i/>
        </w:rPr>
        <w:t>.</w:t>
      </w:r>
      <w:r w:rsidR="00E56E92" w:rsidRPr="00F01889">
        <w:rPr>
          <w:i/>
        </w:rPr>
        <w:t xml:space="preserve"> </w:t>
      </w:r>
      <w:r w:rsidR="00FA3CB4" w:rsidRPr="00F01889">
        <w:rPr>
          <w:i/>
        </w:rPr>
        <w:t>Briefly explain the budget items and costs and how you estimated them. All requested items should correlate to the purpose and goals of the project.</w:t>
      </w:r>
    </w:p>
    <w:tbl>
      <w:tblPr>
        <w:tblStyle w:val="TableGrid"/>
        <w:tblW w:w="9450" w:type="dxa"/>
        <w:tblInd w:w="-5" w:type="dxa"/>
        <w:tblLook w:val="04A0" w:firstRow="1" w:lastRow="0" w:firstColumn="1" w:lastColumn="0" w:noHBand="0" w:noVBand="1"/>
      </w:tblPr>
      <w:tblGrid>
        <w:gridCol w:w="2160"/>
        <w:gridCol w:w="2250"/>
        <w:gridCol w:w="1440"/>
        <w:gridCol w:w="1620"/>
        <w:gridCol w:w="1980"/>
      </w:tblGrid>
      <w:tr w:rsidR="008F0D91" w:rsidRPr="00FE7974" w14:paraId="664F73D4" w14:textId="77777777" w:rsidTr="00690571">
        <w:tc>
          <w:tcPr>
            <w:tcW w:w="2160" w:type="dxa"/>
          </w:tcPr>
          <w:p w14:paraId="2BBDDBD3" w14:textId="77777777" w:rsidR="008F0D91" w:rsidRPr="00FE7974" w:rsidRDefault="008F0D91" w:rsidP="007C04D9">
            <w:pPr>
              <w:spacing w:before="60" w:after="60"/>
              <w:rPr>
                <w:b/>
              </w:rPr>
            </w:pPr>
            <w:r w:rsidRPr="00FE7974">
              <w:rPr>
                <w:b/>
              </w:rPr>
              <w:t>Grant Request</w:t>
            </w:r>
          </w:p>
        </w:tc>
        <w:tc>
          <w:tcPr>
            <w:tcW w:w="2250" w:type="dxa"/>
          </w:tcPr>
          <w:p w14:paraId="2DA70296" w14:textId="77777777" w:rsidR="008F0D91" w:rsidRPr="00FE7974" w:rsidRDefault="008F0D91" w:rsidP="007C04D9">
            <w:pPr>
              <w:spacing w:before="60" w:after="60"/>
              <w:jc w:val="center"/>
              <w:rPr>
                <w:b/>
              </w:rPr>
            </w:pPr>
            <w:r w:rsidRPr="00FE7974">
              <w:rPr>
                <w:b/>
              </w:rPr>
              <w:t>Total Grant Request</w:t>
            </w:r>
          </w:p>
        </w:tc>
        <w:tc>
          <w:tcPr>
            <w:tcW w:w="1440" w:type="dxa"/>
          </w:tcPr>
          <w:p w14:paraId="7B1AF6EA" w14:textId="77777777" w:rsidR="008F0D91" w:rsidRPr="00FE7974" w:rsidRDefault="008F0D91" w:rsidP="007C04D9">
            <w:pPr>
              <w:spacing w:before="60" w:after="60"/>
              <w:jc w:val="center"/>
              <w:rPr>
                <w:b/>
              </w:rPr>
            </w:pPr>
            <w:r w:rsidRPr="00FE7974">
              <w:rPr>
                <w:b/>
              </w:rPr>
              <w:t>Cash Match</w:t>
            </w:r>
          </w:p>
        </w:tc>
        <w:tc>
          <w:tcPr>
            <w:tcW w:w="1620" w:type="dxa"/>
          </w:tcPr>
          <w:p w14:paraId="547F5CF7" w14:textId="77777777" w:rsidR="008F0D91" w:rsidRPr="00FE7974" w:rsidRDefault="008F0D91" w:rsidP="007C04D9">
            <w:pPr>
              <w:spacing w:before="60" w:after="60"/>
              <w:jc w:val="center"/>
              <w:rPr>
                <w:b/>
              </w:rPr>
            </w:pPr>
            <w:r w:rsidRPr="00FE7974">
              <w:rPr>
                <w:b/>
              </w:rPr>
              <w:t>In-Kind Match</w:t>
            </w:r>
          </w:p>
        </w:tc>
        <w:tc>
          <w:tcPr>
            <w:tcW w:w="1980" w:type="dxa"/>
          </w:tcPr>
          <w:p w14:paraId="351E4BD1" w14:textId="77777777" w:rsidR="008F0D91" w:rsidRPr="00FE7974" w:rsidRDefault="008F0D91" w:rsidP="007C04D9">
            <w:pPr>
              <w:spacing w:before="60" w:after="60"/>
              <w:jc w:val="center"/>
              <w:rPr>
                <w:b/>
              </w:rPr>
            </w:pPr>
            <w:r w:rsidRPr="00FE7974">
              <w:rPr>
                <w:b/>
              </w:rPr>
              <w:t>Total Project Cost</w:t>
            </w:r>
          </w:p>
        </w:tc>
      </w:tr>
      <w:tr w:rsidR="008F0D91" w:rsidRPr="00FE7974" w14:paraId="04F68814" w14:textId="77777777" w:rsidTr="00690571">
        <w:trPr>
          <w:trHeight w:val="288"/>
        </w:trPr>
        <w:tc>
          <w:tcPr>
            <w:tcW w:w="2160" w:type="dxa"/>
          </w:tcPr>
          <w:p w14:paraId="111B833B" w14:textId="77777777" w:rsidR="008F0D91" w:rsidRPr="00FE7974" w:rsidRDefault="008F0D91" w:rsidP="007C04D9">
            <w:pPr>
              <w:spacing w:before="60" w:after="60"/>
            </w:pPr>
            <w:r w:rsidRPr="00FE7974">
              <w:t>Staffing</w:t>
            </w:r>
          </w:p>
        </w:tc>
        <w:tc>
          <w:tcPr>
            <w:tcW w:w="2250" w:type="dxa"/>
          </w:tcPr>
          <w:p w14:paraId="67862188"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110827749"/>
                <w:placeholder>
                  <w:docPart w:val="1DB489DC18EB4A4385BBD5206F834740"/>
                </w:placeholder>
                <w:showingPlcHdr/>
              </w:sdtPr>
              <w:sdtEndPr/>
              <w:sdtContent>
                <w:r w:rsidR="00690571" w:rsidRPr="007A3345">
                  <w:rPr>
                    <w:rStyle w:val="PlaceholderText"/>
                  </w:rPr>
                  <w:t>Click here to enter text.</w:t>
                </w:r>
              </w:sdtContent>
            </w:sdt>
          </w:p>
        </w:tc>
        <w:tc>
          <w:tcPr>
            <w:tcW w:w="1440" w:type="dxa"/>
          </w:tcPr>
          <w:p w14:paraId="1FC159F7"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2063753814"/>
                <w:placeholder>
                  <w:docPart w:val="5F6CEAECDB7B4B5B8094D74CB4A3C86E"/>
                </w:placeholder>
                <w:showingPlcHdr/>
              </w:sdtPr>
              <w:sdtEndPr/>
              <w:sdtContent>
                <w:r w:rsidR="00690571" w:rsidRPr="007A3345">
                  <w:rPr>
                    <w:rStyle w:val="PlaceholderText"/>
                  </w:rPr>
                  <w:t>Click here to enter text.</w:t>
                </w:r>
              </w:sdtContent>
            </w:sdt>
          </w:p>
        </w:tc>
        <w:tc>
          <w:tcPr>
            <w:tcW w:w="1620" w:type="dxa"/>
          </w:tcPr>
          <w:p w14:paraId="57A5205C"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1370499245"/>
                <w:placeholder>
                  <w:docPart w:val="C08288162C8E42C9B64528F40FA0BD74"/>
                </w:placeholder>
                <w:showingPlcHdr/>
              </w:sdtPr>
              <w:sdtEndPr/>
              <w:sdtContent>
                <w:r w:rsidR="00690571" w:rsidRPr="007A3345">
                  <w:rPr>
                    <w:rStyle w:val="PlaceholderText"/>
                  </w:rPr>
                  <w:t>Click here to enter text.</w:t>
                </w:r>
              </w:sdtContent>
            </w:sdt>
          </w:p>
        </w:tc>
        <w:tc>
          <w:tcPr>
            <w:tcW w:w="1980" w:type="dxa"/>
          </w:tcPr>
          <w:p w14:paraId="74D75C22"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475059650"/>
                <w:placeholder>
                  <w:docPart w:val="08C3922387CA420A9C31189A988B1C90"/>
                </w:placeholder>
                <w:showingPlcHdr/>
              </w:sdtPr>
              <w:sdtEndPr/>
              <w:sdtContent>
                <w:r w:rsidR="00690571" w:rsidRPr="007A3345">
                  <w:rPr>
                    <w:rStyle w:val="PlaceholderText"/>
                  </w:rPr>
                  <w:t>Click here to enter text.</w:t>
                </w:r>
              </w:sdtContent>
            </w:sdt>
          </w:p>
        </w:tc>
      </w:tr>
      <w:tr w:rsidR="008F0D91" w:rsidRPr="00FE7974" w14:paraId="42323577" w14:textId="77777777" w:rsidTr="00690571">
        <w:trPr>
          <w:trHeight w:val="288"/>
        </w:trPr>
        <w:tc>
          <w:tcPr>
            <w:tcW w:w="2160" w:type="dxa"/>
          </w:tcPr>
          <w:p w14:paraId="00CF2755" w14:textId="77777777" w:rsidR="008F0D91" w:rsidRPr="00FE7974" w:rsidRDefault="008F0D91" w:rsidP="007C04D9">
            <w:pPr>
              <w:spacing w:before="60" w:after="60"/>
            </w:pPr>
            <w:r w:rsidRPr="00FE7974">
              <w:t>Travel</w:t>
            </w:r>
          </w:p>
        </w:tc>
        <w:tc>
          <w:tcPr>
            <w:tcW w:w="2250" w:type="dxa"/>
          </w:tcPr>
          <w:p w14:paraId="2624A6F8"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1485157757"/>
                <w:placeholder>
                  <w:docPart w:val="97FC78BE5B784161BD849A84B6543834"/>
                </w:placeholder>
                <w:showingPlcHdr/>
              </w:sdtPr>
              <w:sdtEndPr/>
              <w:sdtContent>
                <w:r w:rsidR="00690571" w:rsidRPr="007A3345">
                  <w:rPr>
                    <w:rStyle w:val="PlaceholderText"/>
                  </w:rPr>
                  <w:t>Click here to enter text.</w:t>
                </w:r>
              </w:sdtContent>
            </w:sdt>
          </w:p>
        </w:tc>
        <w:tc>
          <w:tcPr>
            <w:tcW w:w="1440" w:type="dxa"/>
          </w:tcPr>
          <w:p w14:paraId="67264FAF"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457766943"/>
                <w:placeholder>
                  <w:docPart w:val="E6E1AE0B92DB4734B86F309933D3EA33"/>
                </w:placeholder>
                <w:showingPlcHdr/>
              </w:sdtPr>
              <w:sdtEndPr/>
              <w:sdtContent>
                <w:r w:rsidR="00690571" w:rsidRPr="007A3345">
                  <w:rPr>
                    <w:rStyle w:val="PlaceholderText"/>
                  </w:rPr>
                  <w:t>Click here to enter text.</w:t>
                </w:r>
              </w:sdtContent>
            </w:sdt>
          </w:p>
        </w:tc>
        <w:tc>
          <w:tcPr>
            <w:tcW w:w="1620" w:type="dxa"/>
          </w:tcPr>
          <w:p w14:paraId="43CBDEE1"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777339097"/>
                <w:placeholder>
                  <w:docPart w:val="9C936609D2084584AD72A471BDD55235"/>
                </w:placeholder>
                <w:showingPlcHdr/>
              </w:sdtPr>
              <w:sdtEndPr/>
              <w:sdtContent>
                <w:r w:rsidR="00690571" w:rsidRPr="007A3345">
                  <w:rPr>
                    <w:rStyle w:val="PlaceholderText"/>
                  </w:rPr>
                  <w:t>Click here to enter text.</w:t>
                </w:r>
              </w:sdtContent>
            </w:sdt>
          </w:p>
        </w:tc>
        <w:tc>
          <w:tcPr>
            <w:tcW w:w="1980" w:type="dxa"/>
          </w:tcPr>
          <w:p w14:paraId="7F3227EA"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440495828"/>
                <w:placeholder>
                  <w:docPart w:val="EA40D2E5AF084A8B9DAE3A1898A988AD"/>
                </w:placeholder>
                <w:showingPlcHdr/>
              </w:sdtPr>
              <w:sdtEndPr/>
              <w:sdtContent>
                <w:r w:rsidR="00690571" w:rsidRPr="007A3345">
                  <w:rPr>
                    <w:rStyle w:val="PlaceholderText"/>
                  </w:rPr>
                  <w:t>Click here to enter text.</w:t>
                </w:r>
              </w:sdtContent>
            </w:sdt>
          </w:p>
        </w:tc>
      </w:tr>
      <w:tr w:rsidR="008F0D91" w:rsidRPr="00FE7974" w14:paraId="46CF7E86" w14:textId="77777777" w:rsidTr="00690571">
        <w:trPr>
          <w:trHeight w:val="288"/>
        </w:trPr>
        <w:tc>
          <w:tcPr>
            <w:tcW w:w="2160" w:type="dxa"/>
          </w:tcPr>
          <w:p w14:paraId="1B3A0101" w14:textId="77777777" w:rsidR="008F0D91" w:rsidRPr="00FE7974" w:rsidRDefault="008F0D91" w:rsidP="007C04D9">
            <w:pPr>
              <w:spacing w:before="60" w:after="60"/>
            </w:pPr>
            <w:r w:rsidRPr="00FE7974">
              <w:t>Equipment</w:t>
            </w:r>
          </w:p>
        </w:tc>
        <w:tc>
          <w:tcPr>
            <w:tcW w:w="2250" w:type="dxa"/>
          </w:tcPr>
          <w:p w14:paraId="1B4556FC"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1536076100"/>
                <w:placeholder>
                  <w:docPart w:val="9B12F8529C5C4D6CA8DB427DA9ADEF6B"/>
                </w:placeholder>
                <w:showingPlcHdr/>
              </w:sdtPr>
              <w:sdtEndPr/>
              <w:sdtContent>
                <w:r w:rsidR="00690571" w:rsidRPr="007A3345">
                  <w:rPr>
                    <w:rStyle w:val="PlaceholderText"/>
                  </w:rPr>
                  <w:t>Click here to enter text.</w:t>
                </w:r>
              </w:sdtContent>
            </w:sdt>
          </w:p>
        </w:tc>
        <w:tc>
          <w:tcPr>
            <w:tcW w:w="1440" w:type="dxa"/>
          </w:tcPr>
          <w:p w14:paraId="4E26D04C"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721295817"/>
                <w:placeholder>
                  <w:docPart w:val="699550709619497D8551E248B23A1741"/>
                </w:placeholder>
                <w:showingPlcHdr/>
              </w:sdtPr>
              <w:sdtEndPr/>
              <w:sdtContent>
                <w:r w:rsidR="00690571" w:rsidRPr="007A3345">
                  <w:rPr>
                    <w:rStyle w:val="PlaceholderText"/>
                  </w:rPr>
                  <w:t>Click here to enter text.</w:t>
                </w:r>
              </w:sdtContent>
            </w:sdt>
          </w:p>
        </w:tc>
        <w:tc>
          <w:tcPr>
            <w:tcW w:w="1620" w:type="dxa"/>
          </w:tcPr>
          <w:p w14:paraId="4211C9C7"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616603059"/>
                <w:placeholder>
                  <w:docPart w:val="C83F196CA87347F49254D98A2F0262CD"/>
                </w:placeholder>
                <w:showingPlcHdr/>
              </w:sdtPr>
              <w:sdtEndPr/>
              <w:sdtContent>
                <w:r w:rsidR="00690571" w:rsidRPr="007A3345">
                  <w:rPr>
                    <w:rStyle w:val="PlaceholderText"/>
                  </w:rPr>
                  <w:t>Click here to enter text.</w:t>
                </w:r>
              </w:sdtContent>
            </w:sdt>
          </w:p>
        </w:tc>
        <w:tc>
          <w:tcPr>
            <w:tcW w:w="1980" w:type="dxa"/>
          </w:tcPr>
          <w:p w14:paraId="3F76ACC9"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1967955868"/>
                <w:placeholder>
                  <w:docPart w:val="91CC00977CC4460C949A01670B40E657"/>
                </w:placeholder>
                <w:showingPlcHdr/>
              </w:sdtPr>
              <w:sdtEndPr/>
              <w:sdtContent>
                <w:r w:rsidR="00690571" w:rsidRPr="007A3345">
                  <w:rPr>
                    <w:rStyle w:val="PlaceholderText"/>
                  </w:rPr>
                  <w:t>Click here to enter text.</w:t>
                </w:r>
              </w:sdtContent>
            </w:sdt>
          </w:p>
        </w:tc>
      </w:tr>
      <w:tr w:rsidR="008F0D91" w:rsidRPr="00FE7974" w14:paraId="30C905A8" w14:textId="77777777" w:rsidTr="00690571">
        <w:trPr>
          <w:trHeight w:val="288"/>
        </w:trPr>
        <w:tc>
          <w:tcPr>
            <w:tcW w:w="2160" w:type="dxa"/>
          </w:tcPr>
          <w:p w14:paraId="2135BCEA" w14:textId="77777777" w:rsidR="008F0D91" w:rsidRPr="00FE7974" w:rsidRDefault="008F0D91" w:rsidP="007C04D9">
            <w:pPr>
              <w:spacing w:before="60" w:after="60"/>
            </w:pPr>
            <w:r w:rsidRPr="00FE7974">
              <w:t>Supplies</w:t>
            </w:r>
          </w:p>
        </w:tc>
        <w:tc>
          <w:tcPr>
            <w:tcW w:w="2250" w:type="dxa"/>
          </w:tcPr>
          <w:p w14:paraId="259D1581"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2712307"/>
                <w:placeholder>
                  <w:docPart w:val="104CD9B9E6974097A2372ACEF5081E7C"/>
                </w:placeholder>
                <w:showingPlcHdr/>
              </w:sdtPr>
              <w:sdtEndPr/>
              <w:sdtContent>
                <w:r w:rsidR="00690571" w:rsidRPr="007A3345">
                  <w:rPr>
                    <w:rStyle w:val="PlaceholderText"/>
                  </w:rPr>
                  <w:t>Click here to enter text.</w:t>
                </w:r>
              </w:sdtContent>
            </w:sdt>
          </w:p>
        </w:tc>
        <w:tc>
          <w:tcPr>
            <w:tcW w:w="1440" w:type="dxa"/>
          </w:tcPr>
          <w:p w14:paraId="164ECE0F"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508674612"/>
                <w:placeholder>
                  <w:docPart w:val="4A5BC67DA29E4B4EAB66C1B3E5511E82"/>
                </w:placeholder>
                <w:showingPlcHdr/>
              </w:sdtPr>
              <w:sdtEndPr/>
              <w:sdtContent>
                <w:r w:rsidR="00690571" w:rsidRPr="007A3345">
                  <w:rPr>
                    <w:rStyle w:val="PlaceholderText"/>
                  </w:rPr>
                  <w:t>Click here to enter text.</w:t>
                </w:r>
              </w:sdtContent>
            </w:sdt>
          </w:p>
        </w:tc>
        <w:tc>
          <w:tcPr>
            <w:tcW w:w="1620" w:type="dxa"/>
          </w:tcPr>
          <w:p w14:paraId="6843C0E8"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2073950434"/>
                <w:placeholder>
                  <w:docPart w:val="2E642FFA7C8949869149DFCE0480295D"/>
                </w:placeholder>
                <w:showingPlcHdr/>
              </w:sdtPr>
              <w:sdtEndPr/>
              <w:sdtContent>
                <w:r w:rsidR="00690571" w:rsidRPr="007A3345">
                  <w:rPr>
                    <w:rStyle w:val="PlaceholderText"/>
                  </w:rPr>
                  <w:t>Click here to enter text.</w:t>
                </w:r>
              </w:sdtContent>
            </w:sdt>
          </w:p>
        </w:tc>
        <w:tc>
          <w:tcPr>
            <w:tcW w:w="1980" w:type="dxa"/>
          </w:tcPr>
          <w:p w14:paraId="0A4C6B9C"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1642958436"/>
                <w:placeholder>
                  <w:docPart w:val="5C134C194CB0444AB6C297BC2D06E9FD"/>
                </w:placeholder>
                <w:showingPlcHdr/>
              </w:sdtPr>
              <w:sdtEndPr/>
              <w:sdtContent>
                <w:r w:rsidR="00690571" w:rsidRPr="007A3345">
                  <w:rPr>
                    <w:rStyle w:val="PlaceholderText"/>
                  </w:rPr>
                  <w:t>Click here to enter text.</w:t>
                </w:r>
              </w:sdtContent>
            </w:sdt>
          </w:p>
        </w:tc>
      </w:tr>
      <w:tr w:rsidR="008F0D91" w:rsidRPr="00FE7974" w14:paraId="10C50D1C" w14:textId="77777777" w:rsidTr="00690571">
        <w:trPr>
          <w:trHeight w:val="288"/>
        </w:trPr>
        <w:tc>
          <w:tcPr>
            <w:tcW w:w="2160" w:type="dxa"/>
          </w:tcPr>
          <w:p w14:paraId="2AEACA89" w14:textId="77777777" w:rsidR="008F0D91" w:rsidRPr="00FE7974" w:rsidRDefault="008F0D91" w:rsidP="007C04D9">
            <w:pPr>
              <w:spacing w:before="60" w:after="60"/>
            </w:pPr>
            <w:r w:rsidRPr="00FE7974">
              <w:t>Contractual</w:t>
            </w:r>
          </w:p>
        </w:tc>
        <w:tc>
          <w:tcPr>
            <w:tcW w:w="2250" w:type="dxa"/>
          </w:tcPr>
          <w:p w14:paraId="0C68AEB5"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419411390"/>
                <w:placeholder>
                  <w:docPart w:val="24D7E77F567A4A548F83608ED470C19F"/>
                </w:placeholder>
                <w:showingPlcHdr/>
              </w:sdtPr>
              <w:sdtEndPr/>
              <w:sdtContent>
                <w:r w:rsidR="00690571" w:rsidRPr="007A3345">
                  <w:rPr>
                    <w:rStyle w:val="PlaceholderText"/>
                  </w:rPr>
                  <w:t>Click here to enter text.</w:t>
                </w:r>
              </w:sdtContent>
            </w:sdt>
          </w:p>
        </w:tc>
        <w:tc>
          <w:tcPr>
            <w:tcW w:w="1440" w:type="dxa"/>
          </w:tcPr>
          <w:p w14:paraId="27030D6D"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891853726"/>
                <w:placeholder>
                  <w:docPart w:val="A0226C35AC9848C896936055E1D58296"/>
                </w:placeholder>
                <w:showingPlcHdr/>
              </w:sdtPr>
              <w:sdtEndPr/>
              <w:sdtContent>
                <w:r w:rsidR="00690571" w:rsidRPr="007A3345">
                  <w:rPr>
                    <w:rStyle w:val="PlaceholderText"/>
                  </w:rPr>
                  <w:t>Click here to enter text.</w:t>
                </w:r>
              </w:sdtContent>
            </w:sdt>
          </w:p>
        </w:tc>
        <w:tc>
          <w:tcPr>
            <w:tcW w:w="1620" w:type="dxa"/>
          </w:tcPr>
          <w:p w14:paraId="3B26E6DD"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957143817"/>
                <w:placeholder>
                  <w:docPart w:val="DFA47E48293E4780BECB602A936E1349"/>
                </w:placeholder>
                <w:showingPlcHdr/>
              </w:sdtPr>
              <w:sdtEndPr/>
              <w:sdtContent>
                <w:r w:rsidR="00690571" w:rsidRPr="007A3345">
                  <w:rPr>
                    <w:rStyle w:val="PlaceholderText"/>
                  </w:rPr>
                  <w:t>Click here to enter text.</w:t>
                </w:r>
              </w:sdtContent>
            </w:sdt>
          </w:p>
        </w:tc>
        <w:tc>
          <w:tcPr>
            <w:tcW w:w="1980" w:type="dxa"/>
          </w:tcPr>
          <w:p w14:paraId="5E738513"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625317352"/>
                <w:placeholder>
                  <w:docPart w:val="B5E4C27C5BE44D7088D2226537D82C07"/>
                </w:placeholder>
                <w:showingPlcHdr/>
              </w:sdtPr>
              <w:sdtEndPr/>
              <w:sdtContent>
                <w:r w:rsidR="00690571" w:rsidRPr="007A3345">
                  <w:rPr>
                    <w:rStyle w:val="PlaceholderText"/>
                  </w:rPr>
                  <w:t>Click here to enter text.</w:t>
                </w:r>
              </w:sdtContent>
            </w:sdt>
          </w:p>
        </w:tc>
      </w:tr>
      <w:tr w:rsidR="008F0D91" w:rsidRPr="00FE7974" w14:paraId="5B8B3996" w14:textId="77777777" w:rsidTr="00690571">
        <w:trPr>
          <w:trHeight w:val="288"/>
        </w:trPr>
        <w:tc>
          <w:tcPr>
            <w:tcW w:w="2160" w:type="dxa"/>
            <w:tcBorders>
              <w:bottom w:val="single" w:sz="4" w:space="0" w:color="auto"/>
            </w:tcBorders>
          </w:tcPr>
          <w:p w14:paraId="7294B187" w14:textId="77777777" w:rsidR="008F0D91" w:rsidRPr="00FE7974" w:rsidRDefault="008F0D91" w:rsidP="007C04D9">
            <w:pPr>
              <w:spacing w:before="60" w:after="60"/>
            </w:pPr>
            <w:r w:rsidRPr="00FE7974">
              <w:t>Other</w:t>
            </w:r>
          </w:p>
        </w:tc>
        <w:tc>
          <w:tcPr>
            <w:tcW w:w="2250" w:type="dxa"/>
            <w:tcBorders>
              <w:bottom w:val="single" w:sz="4" w:space="0" w:color="auto"/>
            </w:tcBorders>
          </w:tcPr>
          <w:p w14:paraId="4D6B7763"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2072222430"/>
                <w:placeholder>
                  <w:docPart w:val="A30FDFB153604765902E24AC26DC9B10"/>
                </w:placeholder>
                <w:showingPlcHdr/>
              </w:sdtPr>
              <w:sdtEndPr/>
              <w:sdtContent>
                <w:r w:rsidR="00690571" w:rsidRPr="007A3345">
                  <w:rPr>
                    <w:rStyle w:val="PlaceholderText"/>
                  </w:rPr>
                  <w:t>Click here to enter text.</w:t>
                </w:r>
              </w:sdtContent>
            </w:sdt>
          </w:p>
        </w:tc>
        <w:tc>
          <w:tcPr>
            <w:tcW w:w="1440" w:type="dxa"/>
            <w:tcBorders>
              <w:bottom w:val="single" w:sz="4" w:space="0" w:color="auto"/>
            </w:tcBorders>
          </w:tcPr>
          <w:p w14:paraId="2ECFE7CF"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783413369"/>
                <w:placeholder>
                  <w:docPart w:val="AE2736A7A44E46ECB40742AEEA0AB7FA"/>
                </w:placeholder>
                <w:showingPlcHdr/>
              </w:sdtPr>
              <w:sdtEndPr/>
              <w:sdtContent>
                <w:r w:rsidR="00690571" w:rsidRPr="007A3345">
                  <w:rPr>
                    <w:rStyle w:val="PlaceholderText"/>
                  </w:rPr>
                  <w:t>Click here to enter text.</w:t>
                </w:r>
              </w:sdtContent>
            </w:sdt>
          </w:p>
        </w:tc>
        <w:tc>
          <w:tcPr>
            <w:tcW w:w="1620" w:type="dxa"/>
            <w:tcBorders>
              <w:bottom w:val="single" w:sz="4" w:space="0" w:color="auto"/>
            </w:tcBorders>
          </w:tcPr>
          <w:p w14:paraId="78FCB7AD"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1530407252"/>
                <w:placeholder>
                  <w:docPart w:val="74FB1D3293C44AF0A57E26F8A77827A2"/>
                </w:placeholder>
                <w:showingPlcHdr/>
              </w:sdtPr>
              <w:sdtEndPr/>
              <w:sdtContent>
                <w:r w:rsidR="00690571" w:rsidRPr="007A3345">
                  <w:rPr>
                    <w:rStyle w:val="PlaceholderText"/>
                  </w:rPr>
                  <w:t>Click here to enter text.</w:t>
                </w:r>
              </w:sdtContent>
            </w:sdt>
          </w:p>
        </w:tc>
        <w:tc>
          <w:tcPr>
            <w:tcW w:w="1980" w:type="dxa"/>
            <w:tcBorders>
              <w:bottom w:val="single" w:sz="4" w:space="0" w:color="auto"/>
            </w:tcBorders>
          </w:tcPr>
          <w:p w14:paraId="121F72FE"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119918022"/>
                <w:placeholder>
                  <w:docPart w:val="869C2B4EA889411C937A332332A3C03F"/>
                </w:placeholder>
                <w:showingPlcHdr/>
              </w:sdtPr>
              <w:sdtEndPr/>
              <w:sdtContent>
                <w:r w:rsidR="00690571" w:rsidRPr="007A3345">
                  <w:rPr>
                    <w:rStyle w:val="PlaceholderText"/>
                  </w:rPr>
                  <w:t>Click here to enter text.</w:t>
                </w:r>
              </w:sdtContent>
            </w:sdt>
          </w:p>
        </w:tc>
      </w:tr>
      <w:tr w:rsidR="008F0D91" w:rsidRPr="00FE7974" w14:paraId="6D251866" w14:textId="77777777" w:rsidTr="00690571">
        <w:trPr>
          <w:trHeight w:val="288"/>
        </w:trPr>
        <w:tc>
          <w:tcPr>
            <w:tcW w:w="2160" w:type="dxa"/>
            <w:tcBorders>
              <w:bottom w:val="single" w:sz="4" w:space="0" w:color="auto"/>
            </w:tcBorders>
          </w:tcPr>
          <w:p w14:paraId="072D1BFE" w14:textId="77777777" w:rsidR="008F0D91" w:rsidRPr="00FE7974" w:rsidRDefault="008F0D91" w:rsidP="007C04D9">
            <w:pPr>
              <w:spacing w:before="60" w:after="60"/>
            </w:pPr>
            <w:r w:rsidRPr="00FE7974">
              <w:t>Overhead/Admin</w:t>
            </w:r>
          </w:p>
        </w:tc>
        <w:tc>
          <w:tcPr>
            <w:tcW w:w="2250" w:type="dxa"/>
            <w:tcBorders>
              <w:bottom w:val="single" w:sz="4" w:space="0" w:color="auto"/>
            </w:tcBorders>
          </w:tcPr>
          <w:p w14:paraId="68979359"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1813789095"/>
                <w:placeholder>
                  <w:docPart w:val="23F2FF83751245D1904D39068CAAF0E4"/>
                </w:placeholder>
                <w:showingPlcHdr/>
              </w:sdtPr>
              <w:sdtEndPr/>
              <w:sdtContent>
                <w:r w:rsidR="00690571" w:rsidRPr="007A3345">
                  <w:rPr>
                    <w:rStyle w:val="PlaceholderText"/>
                  </w:rPr>
                  <w:t>Click here to enter text.</w:t>
                </w:r>
              </w:sdtContent>
            </w:sdt>
          </w:p>
        </w:tc>
        <w:tc>
          <w:tcPr>
            <w:tcW w:w="1440" w:type="dxa"/>
            <w:tcBorders>
              <w:bottom w:val="single" w:sz="4" w:space="0" w:color="auto"/>
            </w:tcBorders>
          </w:tcPr>
          <w:p w14:paraId="19FCA064"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1016577842"/>
                <w:placeholder>
                  <w:docPart w:val="016A50330F034C768CE29B1CF784E0DD"/>
                </w:placeholder>
                <w:showingPlcHdr/>
              </w:sdtPr>
              <w:sdtEndPr/>
              <w:sdtContent>
                <w:r w:rsidR="00690571" w:rsidRPr="007A3345">
                  <w:rPr>
                    <w:rStyle w:val="PlaceholderText"/>
                  </w:rPr>
                  <w:t>Click here to enter text.</w:t>
                </w:r>
              </w:sdtContent>
            </w:sdt>
          </w:p>
        </w:tc>
        <w:tc>
          <w:tcPr>
            <w:tcW w:w="1620" w:type="dxa"/>
            <w:tcBorders>
              <w:bottom w:val="single" w:sz="4" w:space="0" w:color="auto"/>
            </w:tcBorders>
          </w:tcPr>
          <w:p w14:paraId="0BA1D4C1"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133224806"/>
                <w:placeholder>
                  <w:docPart w:val="3AA2FDF2CBAD4F48A76C33AF5F9942CD"/>
                </w:placeholder>
                <w:showingPlcHdr/>
              </w:sdtPr>
              <w:sdtEndPr/>
              <w:sdtContent>
                <w:r w:rsidR="00690571" w:rsidRPr="007A3345">
                  <w:rPr>
                    <w:rStyle w:val="PlaceholderText"/>
                  </w:rPr>
                  <w:t>Click here to enter text.</w:t>
                </w:r>
              </w:sdtContent>
            </w:sdt>
          </w:p>
        </w:tc>
        <w:tc>
          <w:tcPr>
            <w:tcW w:w="1980" w:type="dxa"/>
            <w:tcBorders>
              <w:bottom w:val="single" w:sz="4" w:space="0" w:color="auto"/>
            </w:tcBorders>
          </w:tcPr>
          <w:p w14:paraId="5A6B9AF9" w14:textId="77777777" w:rsidR="008F0D91" w:rsidRPr="007C04D9" w:rsidRDefault="007C04D9" w:rsidP="00690571">
            <w:pPr>
              <w:spacing w:before="60" w:after="60"/>
              <w:jc w:val="right"/>
              <w:rPr>
                <w:bCs/>
              </w:rPr>
            </w:pPr>
            <w:r w:rsidRPr="007C04D9">
              <w:rPr>
                <w:bCs/>
              </w:rPr>
              <w:t>$</w:t>
            </w:r>
            <w:sdt>
              <w:sdtPr>
                <w:rPr>
                  <w:rFonts w:eastAsia="Myriad Pro" w:cs="Times New Roman"/>
                  <w:sz w:val="24"/>
                  <w:szCs w:val="24"/>
                </w:rPr>
                <w:id w:val="-922033883"/>
                <w:placeholder>
                  <w:docPart w:val="E57BEBAEF4154858B48896EC65E2809B"/>
                </w:placeholder>
                <w:showingPlcHdr/>
              </w:sdtPr>
              <w:sdtEndPr/>
              <w:sdtContent>
                <w:r w:rsidR="00690571" w:rsidRPr="007A3345">
                  <w:rPr>
                    <w:rStyle w:val="PlaceholderText"/>
                  </w:rPr>
                  <w:t>Click here to enter text.</w:t>
                </w:r>
              </w:sdtContent>
            </w:sdt>
          </w:p>
        </w:tc>
      </w:tr>
      <w:tr w:rsidR="008F0D91" w:rsidRPr="00FE7974" w14:paraId="4BF73260" w14:textId="77777777" w:rsidTr="00690571">
        <w:trPr>
          <w:trHeight w:val="288"/>
        </w:trPr>
        <w:tc>
          <w:tcPr>
            <w:tcW w:w="2160" w:type="dxa"/>
            <w:tcBorders>
              <w:bottom w:val="single" w:sz="4" w:space="0" w:color="auto"/>
            </w:tcBorders>
          </w:tcPr>
          <w:p w14:paraId="4325E802" w14:textId="77777777" w:rsidR="008F0D91" w:rsidRPr="00FE7974" w:rsidRDefault="00FE7974" w:rsidP="007C04D9">
            <w:pPr>
              <w:spacing w:before="60" w:after="60"/>
            </w:pPr>
            <w:r>
              <w:t>Total Grant R</w:t>
            </w:r>
            <w:r w:rsidR="008F0D91" w:rsidRPr="00FE7974">
              <w:t>equest:</w:t>
            </w:r>
          </w:p>
        </w:tc>
        <w:tc>
          <w:tcPr>
            <w:tcW w:w="2250" w:type="dxa"/>
            <w:tcBorders>
              <w:bottom w:val="single" w:sz="4" w:space="0" w:color="auto"/>
            </w:tcBorders>
          </w:tcPr>
          <w:p w14:paraId="20425E62" w14:textId="77777777" w:rsidR="008F0D91" w:rsidRPr="00690571" w:rsidRDefault="007C04D9" w:rsidP="00690571">
            <w:pPr>
              <w:spacing w:before="60" w:after="60"/>
              <w:jc w:val="right"/>
              <w:rPr>
                <w:bCs/>
              </w:rPr>
            </w:pPr>
            <w:r w:rsidRPr="00690571">
              <w:rPr>
                <w:bCs/>
              </w:rPr>
              <w:t>$</w:t>
            </w:r>
            <w:sdt>
              <w:sdtPr>
                <w:rPr>
                  <w:rFonts w:eastAsia="Myriad Pro" w:cs="Times New Roman"/>
                  <w:bCs/>
                  <w:sz w:val="24"/>
                  <w:szCs w:val="24"/>
                </w:rPr>
                <w:id w:val="1104230829"/>
                <w:placeholder>
                  <w:docPart w:val="335CEB267CA1496A98F9800655BC706F"/>
                </w:placeholder>
                <w:showingPlcHdr/>
              </w:sdtPr>
              <w:sdtEndPr/>
              <w:sdtContent>
                <w:r w:rsidR="00690571" w:rsidRPr="00690571">
                  <w:rPr>
                    <w:rStyle w:val="PlaceholderText"/>
                    <w:bCs/>
                  </w:rPr>
                  <w:t>Click here to enter text.</w:t>
                </w:r>
              </w:sdtContent>
            </w:sdt>
          </w:p>
        </w:tc>
        <w:tc>
          <w:tcPr>
            <w:tcW w:w="1440" w:type="dxa"/>
            <w:tcBorders>
              <w:bottom w:val="single" w:sz="4" w:space="0" w:color="auto"/>
            </w:tcBorders>
          </w:tcPr>
          <w:p w14:paraId="2D2B9E49" w14:textId="77777777" w:rsidR="008F0D91" w:rsidRPr="00690571" w:rsidRDefault="007C04D9" w:rsidP="00690571">
            <w:pPr>
              <w:spacing w:before="60" w:after="60"/>
              <w:jc w:val="right"/>
              <w:rPr>
                <w:bCs/>
              </w:rPr>
            </w:pPr>
            <w:r w:rsidRPr="00690571">
              <w:rPr>
                <w:bCs/>
              </w:rPr>
              <w:t>$</w:t>
            </w:r>
            <w:sdt>
              <w:sdtPr>
                <w:rPr>
                  <w:rFonts w:eastAsia="Myriad Pro" w:cs="Times New Roman"/>
                  <w:bCs/>
                  <w:sz w:val="24"/>
                  <w:szCs w:val="24"/>
                </w:rPr>
                <w:id w:val="1847046702"/>
                <w:placeholder>
                  <w:docPart w:val="F060FD22F43D42C8BE5D010C439FDE7F"/>
                </w:placeholder>
                <w:showingPlcHdr/>
              </w:sdtPr>
              <w:sdtEndPr/>
              <w:sdtContent>
                <w:r w:rsidR="00690571" w:rsidRPr="00690571">
                  <w:rPr>
                    <w:rStyle w:val="PlaceholderText"/>
                    <w:bCs/>
                  </w:rPr>
                  <w:t>Click here to enter text.</w:t>
                </w:r>
              </w:sdtContent>
            </w:sdt>
          </w:p>
        </w:tc>
        <w:tc>
          <w:tcPr>
            <w:tcW w:w="1620" w:type="dxa"/>
            <w:tcBorders>
              <w:bottom w:val="single" w:sz="4" w:space="0" w:color="auto"/>
            </w:tcBorders>
          </w:tcPr>
          <w:p w14:paraId="7D641156" w14:textId="77777777" w:rsidR="008F0D91" w:rsidRPr="00690571" w:rsidRDefault="007C04D9" w:rsidP="00690571">
            <w:pPr>
              <w:spacing w:before="60" w:after="60"/>
              <w:jc w:val="right"/>
              <w:rPr>
                <w:bCs/>
              </w:rPr>
            </w:pPr>
            <w:r w:rsidRPr="00690571">
              <w:rPr>
                <w:bCs/>
              </w:rPr>
              <w:t>$</w:t>
            </w:r>
            <w:sdt>
              <w:sdtPr>
                <w:rPr>
                  <w:rFonts w:eastAsia="Myriad Pro" w:cs="Times New Roman"/>
                  <w:bCs/>
                  <w:sz w:val="24"/>
                  <w:szCs w:val="24"/>
                </w:rPr>
                <w:id w:val="33633709"/>
                <w:placeholder>
                  <w:docPart w:val="F49C57DB61474091A87305B8D4174673"/>
                </w:placeholder>
                <w:showingPlcHdr/>
              </w:sdtPr>
              <w:sdtEndPr/>
              <w:sdtContent>
                <w:r w:rsidR="00690571" w:rsidRPr="00690571">
                  <w:rPr>
                    <w:rStyle w:val="PlaceholderText"/>
                    <w:bCs/>
                  </w:rPr>
                  <w:t>Click here to enter text.</w:t>
                </w:r>
              </w:sdtContent>
            </w:sdt>
          </w:p>
        </w:tc>
        <w:tc>
          <w:tcPr>
            <w:tcW w:w="1980" w:type="dxa"/>
            <w:tcBorders>
              <w:bottom w:val="single" w:sz="4" w:space="0" w:color="auto"/>
            </w:tcBorders>
          </w:tcPr>
          <w:p w14:paraId="02FA00A4" w14:textId="77777777" w:rsidR="008F0D91" w:rsidRPr="00690571" w:rsidRDefault="007C04D9" w:rsidP="00690571">
            <w:pPr>
              <w:spacing w:before="60" w:after="60"/>
              <w:jc w:val="right"/>
              <w:rPr>
                <w:bCs/>
              </w:rPr>
            </w:pPr>
            <w:r w:rsidRPr="00690571">
              <w:rPr>
                <w:bCs/>
              </w:rPr>
              <w:t>$</w:t>
            </w:r>
            <w:sdt>
              <w:sdtPr>
                <w:rPr>
                  <w:rFonts w:eastAsia="Myriad Pro" w:cs="Times New Roman"/>
                  <w:bCs/>
                  <w:sz w:val="24"/>
                  <w:szCs w:val="24"/>
                </w:rPr>
                <w:id w:val="1525204584"/>
                <w:placeholder>
                  <w:docPart w:val="7552BFCA6BA340A2A2ACF18EB2BFE908"/>
                </w:placeholder>
                <w:showingPlcHdr/>
              </w:sdtPr>
              <w:sdtEndPr/>
              <w:sdtContent>
                <w:r w:rsidR="00690571" w:rsidRPr="00690571">
                  <w:rPr>
                    <w:rStyle w:val="PlaceholderText"/>
                    <w:bCs/>
                  </w:rPr>
                  <w:t>Click here to enter text.</w:t>
                </w:r>
              </w:sdtContent>
            </w:sdt>
          </w:p>
        </w:tc>
      </w:tr>
    </w:tbl>
    <w:p w14:paraId="65545974" w14:textId="77777777" w:rsidR="00C520FE" w:rsidRDefault="00C520FE" w:rsidP="00703E15"/>
    <w:tbl>
      <w:tblPr>
        <w:tblStyle w:val="TableGrid"/>
        <w:tblW w:w="9445" w:type="dxa"/>
        <w:tblLook w:val="04A0" w:firstRow="1" w:lastRow="0" w:firstColumn="1" w:lastColumn="0" w:noHBand="0" w:noVBand="1"/>
      </w:tblPr>
      <w:tblGrid>
        <w:gridCol w:w="9445"/>
      </w:tblGrid>
      <w:tr w:rsidR="00CC5379" w14:paraId="2F3A8F35" w14:textId="77777777" w:rsidTr="00CC5379">
        <w:tc>
          <w:tcPr>
            <w:tcW w:w="9445" w:type="dxa"/>
          </w:tcPr>
          <w:p w14:paraId="6FF89A0B" w14:textId="77777777" w:rsidR="00CC5379" w:rsidRDefault="00100A99" w:rsidP="00703E15">
            <w:sdt>
              <w:sdtPr>
                <w:rPr>
                  <w:rFonts w:eastAsia="Myriad Pro" w:cs="Times New Roman"/>
                  <w:sz w:val="24"/>
                  <w:szCs w:val="24"/>
                </w:rPr>
                <w:id w:val="1337191381"/>
                <w:placeholder>
                  <w:docPart w:val="54B4D123597D4134B4D826177FED380D"/>
                </w:placeholder>
                <w:showingPlcHdr/>
              </w:sdtPr>
              <w:sdtEndPr/>
              <w:sdtContent>
                <w:r w:rsidR="00CC5379" w:rsidRPr="007A3345">
                  <w:rPr>
                    <w:rStyle w:val="PlaceholderText"/>
                  </w:rPr>
                  <w:t>Click here to enter text.</w:t>
                </w:r>
              </w:sdtContent>
            </w:sdt>
          </w:p>
        </w:tc>
      </w:tr>
    </w:tbl>
    <w:p w14:paraId="7494BDCA" w14:textId="77777777" w:rsidR="00CC5379" w:rsidRDefault="00CC5379" w:rsidP="00703E15"/>
    <w:sectPr w:rsidR="00CC5379" w:rsidSect="000A0E76">
      <w:headerReference w:type="default" r:id="rId12"/>
      <w:pgSz w:w="12240" w:h="15840" w:code="1"/>
      <w:pgMar w:top="1296" w:right="1440" w:bottom="1152" w:left="1440" w:header="720" w:footer="720" w:gutter="0"/>
      <w:pgBorders w:offsetFrom="page">
        <w:top w:val="single" w:sz="8" w:space="24" w:color="auto"/>
        <w:left w:val="single" w:sz="8" w:space="24" w:color="auto"/>
        <w:bottom w:val="single" w:sz="8" w:space="24" w:color="auto"/>
        <w:right w:val="single" w:sz="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9711BE" w14:textId="77777777" w:rsidR="00100A99" w:rsidRDefault="00100A99" w:rsidP="00FB663E">
      <w:r>
        <w:separator/>
      </w:r>
    </w:p>
  </w:endnote>
  <w:endnote w:type="continuationSeparator" w:id="0">
    <w:p w14:paraId="0687C256" w14:textId="77777777" w:rsidR="00100A99" w:rsidRDefault="00100A99" w:rsidP="00FB6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B78A94" w14:textId="77777777" w:rsidR="00100A99" w:rsidRDefault="00100A99" w:rsidP="00FB663E">
      <w:r>
        <w:separator/>
      </w:r>
    </w:p>
  </w:footnote>
  <w:footnote w:type="continuationSeparator" w:id="0">
    <w:p w14:paraId="2621D0CC" w14:textId="77777777" w:rsidR="00100A99" w:rsidRDefault="00100A99" w:rsidP="00FB66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666052"/>
      <w:docPartObj>
        <w:docPartGallery w:val="Page Numbers (Top of Page)"/>
        <w:docPartUnique/>
      </w:docPartObj>
    </w:sdtPr>
    <w:sdtEndPr/>
    <w:sdtContent>
      <w:p w14:paraId="075B4E16" w14:textId="77777777" w:rsidR="0030663C" w:rsidRDefault="0062699D">
        <w:pPr>
          <w:pStyle w:val="Header"/>
        </w:pPr>
        <w:r>
          <w:rPr>
            <w:noProof/>
          </w:rPr>
          <mc:AlternateContent>
            <mc:Choice Requires="wpg">
              <w:drawing>
                <wp:anchor distT="0" distB="0" distL="114300" distR="114300" simplePos="0" relativeHeight="251660288" behindDoc="0" locked="0" layoutInCell="1" allowOverlap="1" wp14:anchorId="5E970A9D" wp14:editId="637F1D2C">
                  <wp:simplePos x="0" y="0"/>
                  <wp:positionH relativeFrom="margin">
                    <wp:align>center</wp:align>
                  </wp:positionH>
                  <wp:positionV relativeFrom="topMargin">
                    <wp:align>center</wp:align>
                  </wp:positionV>
                  <wp:extent cx="5921375" cy="238760"/>
                  <wp:effectExtent l="0" t="19050" r="0" b="889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1375" cy="238760"/>
                            <a:chOff x="1778" y="533"/>
                            <a:chExt cx="8690" cy="376"/>
                          </a:xfrm>
                        </wpg:grpSpPr>
                        <wps:wsp>
                          <wps:cNvPr id="2" name="AutoShape 2"/>
                          <wps:cNvCnPr>
                            <a:cxnSpLocks noChangeShapeType="1"/>
                          </wps:cNvCnPr>
                          <wps:spPr bwMode="auto">
                            <a:xfrm>
                              <a:off x="1778" y="720"/>
                              <a:ext cx="8690" cy="0"/>
                            </a:xfrm>
                            <a:prstGeom prst="straightConnector1">
                              <a:avLst/>
                            </a:prstGeom>
                            <a:noFill/>
                            <a:ln w="12700">
                              <a:solidFill>
                                <a:schemeClr val="tx1">
                                  <a:lumMod val="50000"/>
                                  <a:lumOff val="50000"/>
                                </a:schemeClr>
                              </a:solidFill>
                              <a:round/>
                              <a:headEnd/>
                              <a:tailEnd/>
                            </a:ln>
                            <a:extLst>
                              <a:ext uri="{909E8E84-426E-40DD-AFC4-6F175D3DCCD1}">
                                <a14:hiddenFill xmlns:a14="http://schemas.microsoft.com/office/drawing/2010/main">
                                  <a:noFill/>
                                </a14:hiddenFill>
                              </a:ext>
                            </a:extLst>
                          </wps:spPr>
                          <wps:bodyPr/>
                        </wps:wsp>
                        <wps:wsp>
                          <wps:cNvPr id="3" name="AutoShape 3"/>
                          <wps:cNvSpPr>
                            <a:spLocks noChangeArrowheads="1"/>
                          </wps:cNvSpPr>
                          <wps:spPr bwMode="auto">
                            <a:xfrm>
                              <a:off x="5718" y="533"/>
                              <a:ext cx="797" cy="376"/>
                            </a:xfrm>
                            <a:prstGeom prst="bracketPair">
                              <a:avLst>
                                <a:gd name="adj" fmla="val 16667"/>
                              </a:avLst>
                            </a:prstGeom>
                            <a:solidFill>
                              <a:schemeClr val="bg1">
                                <a:lumMod val="100000"/>
                                <a:lumOff val="0"/>
                              </a:schemeClr>
                            </a:solidFill>
                            <a:ln w="28575">
                              <a:solidFill>
                                <a:schemeClr val="tx1">
                                  <a:lumMod val="50000"/>
                                  <a:lumOff val="50000"/>
                                </a:schemeClr>
                              </a:solidFill>
                              <a:round/>
                              <a:headEnd/>
                              <a:tailEnd/>
                            </a:ln>
                          </wps:spPr>
                          <wps:txbx>
                            <w:txbxContent>
                              <w:p w14:paraId="1E8F0FA8" w14:textId="77777777" w:rsidR="00603F37" w:rsidRDefault="00A820D0">
                                <w:pPr>
                                  <w:jc w:val="center"/>
                                </w:pPr>
                                <w:r>
                                  <w:fldChar w:fldCharType="begin"/>
                                </w:r>
                                <w:r w:rsidR="00B9603D">
                                  <w:instrText xml:space="preserve"> PAGE    \* MERGEFORMAT </w:instrText>
                                </w:r>
                                <w:r>
                                  <w:fldChar w:fldCharType="separate"/>
                                </w:r>
                                <w:r w:rsidR="00FE7974">
                                  <w:rPr>
                                    <w:noProof/>
                                  </w:rPr>
                                  <w:t>3</w:t>
                                </w:r>
                                <w:r>
                                  <w:rPr>
                                    <w:noProof/>
                                  </w:rPr>
                                  <w:fldChar w:fldCharType="end"/>
                                </w:r>
                              </w:p>
                            </w:txbxContent>
                          </wps:txbx>
                          <wps:bodyPr rot="0" vert="horz" wrap="square" lIns="91440" tIns="0" rIns="91440" bIns="0" anchor="t" anchorCtr="0" upright="1">
                            <a:noAutofit/>
                          </wps:bodyPr>
                        </wps:wsp>
                      </wpg:wgp>
                    </a:graphicData>
                  </a:graphic>
                  <wp14:sizeRelH relativeFrom="margin">
                    <wp14:pctWidth>100000</wp14:pctWidth>
                  </wp14:sizeRelH>
                  <wp14:sizeRelV relativeFrom="page">
                    <wp14:pctHeight>0</wp14:pctHeight>
                  </wp14:sizeRelV>
                </wp:anchor>
              </w:drawing>
            </mc:Choice>
            <mc:Fallback>
              <w:pict>
                <v:group w14:anchorId="5E970A9D" id="Group 1" o:spid="_x0000_s1026" style="position:absolute;margin-left:0;margin-top:0;width:466.25pt;height:18.8pt;z-index:251660288;mso-width-percent:1000;mso-position-horizontal:center;mso-position-horizontal-relative:margin;mso-position-vertical:center;mso-position-vertical-relative:top-margin-area;mso-width-percent:1000;mso-width-relative:margin" coordorigin="1778,533" coordsize="8690,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">
                  <v:shapetype id="_x0000_t32" coordsize="21600,21600" o:spt="32" o:oned="t" path="m,l21600,21600e" filled="f">
                    <v:path arrowok="t" fillok="f" o:connecttype="none"/>
                    <o:lock v:ext="edit" shapetype="t"/>
                  </v:shapetype>
                  <v:shape id="AutoShape 2" o:spid="_x0000_s1027" type="#_x0000_t32" style="position:absolute;left:1778;top:720;width:86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" strokecolor="gray [1629]" strokeweight="1p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8" type="#_x0000_t185" style="position:absolute;left:5718;top:533;width:797;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" filled="t" fillcolor="white [3212]" strokecolor="gray [1629]" strokeweight="2.25pt">
                    <v:textbox inset=",0,,0">
                      <w:txbxContent>
                        <w:p w14:paraId="1E8F0FA8" w14:textId="77777777" w:rsidR="00603F37" w:rsidRDefault="00A820D0">
                          <w:pPr>
                            <w:jc w:val="center"/>
                          </w:pPr>
                          <w:r>
                            <w:fldChar w:fldCharType="begin"/>
                          </w:r>
                          <w:r w:rsidR="00B9603D">
                            <w:instrText xml:space="preserve"> PAGE    \* MERGEFORMAT </w:instrText>
                          </w:r>
                          <w:r>
                            <w:fldChar w:fldCharType="separate"/>
                          </w:r>
                          <w:r w:rsidR="00FE7974">
                            <w:rPr>
                              <w:noProof/>
                            </w:rPr>
                            <w:t>3</w:t>
                          </w:r>
                          <w:r>
                            <w:rPr>
                              <w:noProof/>
                            </w:rPr>
                            <w:fldChar w:fldCharType="end"/>
                          </w:r>
                        </w:p>
                      </w:txbxContent>
                    </v:textbox>
                  </v:shape>
                  <w10:wrap anchorx="margin" anchory="margin"/>
                </v:group>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C5D96"/>
    <w:multiLevelType w:val="hybridMultilevel"/>
    <w:tmpl w:val="26BE9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17180"/>
    <w:multiLevelType w:val="hybridMultilevel"/>
    <w:tmpl w:val="29668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377445"/>
    <w:multiLevelType w:val="hybridMultilevel"/>
    <w:tmpl w:val="25F23F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44527"/>
    <w:multiLevelType w:val="hybridMultilevel"/>
    <w:tmpl w:val="3B0C875C"/>
    <w:lvl w:ilvl="0" w:tplc="0409000F">
      <w:start w:val="1"/>
      <w:numFmt w:val="decimal"/>
      <w:lvlText w:val="%1."/>
      <w:lvlJc w:val="left"/>
      <w:pPr>
        <w:ind w:left="1380" w:hanging="360"/>
      </w:pPr>
      <w:rPr>
        <w:rFonts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4" w15:restartNumberingAfterBreak="0">
    <w:nsid w:val="1CFE782E"/>
    <w:multiLevelType w:val="hybridMultilevel"/>
    <w:tmpl w:val="8F309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5D7CB5"/>
    <w:multiLevelType w:val="hybridMultilevel"/>
    <w:tmpl w:val="1F266D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B14EB1"/>
    <w:multiLevelType w:val="multilevel"/>
    <w:tmpl w:val="8AFC7E1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9E3313C"/>
    <w:multiLevelType w:val="hybridMultilevel"/>
    <w:tmpl w:val="1CDEF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9E2DB5"/>
    <w:multiLevelType w:val="hybridMultilevel"/>
    <w:tmpl w:val="3B0C87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042DE3"/>
    <w:multiLevelType w:val="hybridMultilevel"/>
    <w:tmpl w:val="329865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6FE4878"/>
    <w:multiLevelType w:val="hybridMultilevel"/>
    <w:tmpl w:val="6158CE02"/>
    <w:lvl w:ilvl="0" w:tplc="5E58E2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C3B2CF0"/>
    <w:multiLevelType w:val="multilevel"/>
    <w:tmpl w:val="6268C0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5CD6407"/>
    <w:multiLevelType w:val="hybridMultilevel"/>
    <w:tmpl w:val="6158CE02"/>
    <w:lvl w:ilvl="0" w:tplc="5E58E2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C962D17"/>
    <w:multiLevelType w:val="hybridMultilevel"/>
    <w:tmpl w:val="F4367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B70D34"/>
    <w:multiLevelType w:val="hybridMultilevel"/>
    <w:tmpl w:val="6158CE02"/>
    <w:lvl w:ilvl="0" w:tplc="5E58E2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2E35E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66F0CE0"/>
    <w:multiLevelType w:val="hybridMultilevel"/>
    <w:tmpl w:val="4EC8BA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7806856"/>
    <w:multiLevelType w:val="multilevel"/>
    <w:tmpl w:val="001EF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B3A6F3C"/>
    <w:multiLevelType w:val="multilevel"/>
    <w:tmpl w:val="E738D6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52B3BAD"/>
    <w:multiLevelType w:val="hybridMultilevel"/>
    <w:tmpl w:val="C338C8B4"/>
    <w:lvl w:ilvl="0" w:tplc="7B2CB1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6AE4D04"/>
    <w:multiLevelType w:val="hybridMultilevel"/>
    <w:tmpl w:val="D408E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DB1376"/>
    <w:multiLevelType w:val="hybridMultilevel"/>
    <w:tmpl w:val="7E7CF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3B29FC"/>
    <w:multiLevelType w:val="hybridMultilevel"/>
    <w:tmpl w:val="A1CEF55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22"/>
  </w:num>
  <w:num w:numId="3">
    <w:abstractNumId w:val="20"/>
  </w:num>
  <w:num w:numId="4">
    <w:abstractNumId w:val="3"/>
  </w:num>
  <w:num w:numId="5">
    <w:abstractNumId w:val="15"/>
  </w:num>
  <w:num w:numId="6">
    <w:abstractNumId w:val="4"/>
  </w:num>
  <w:num w:numId="7">
    <w:abstractNumId w:val="1"/>
  </w:num>
  <w:num w:numId="8">
    <w:abstractNumId w:val="7"/>
  </w:num>
  <w:num w:numId="9">
    <w:abstractNumId w:val="13"/>
  </w:num>
  <w:num w:numId="10">
    <w:abstractNumId w:val="16"/>
  </w:num>
  <w:num w:numId="11">
    <w:abstractNumId w:val="6"/>
  </w:num>
  <w:num w:numId="12">
    <w:abstractNumId w:val="18"/>
  </w:num>
  <w:num w:numId="13">
    <w:abstractNumId w:val="5"/>
  </w:num>
  <w:num w:numId="14">
    <w:abstractNumId w:val="8"/>
  </w:num>
  <w:num w:numId="15">
    <w:abstractNumId w:val="0"/>
  </w:num>
  <w:num w:numId="16">
    <w:abstractNumId w:val="21"/>
  </w:num>
  <w:num w:numId="17">
    <w:abstractNumId w:val="2"/>
  </w:num>
  <w:num w:numId="18">
    <w:abstractNumId w:val="17"/>
  </w:num>
  <w:num w:numId="19">
    <w:abstractNumId w:val="11"/>
  </w:num>
  <w:num w:numId="20">
    <w:abstractNumId w:val="19"/>
  </w:num>
  <w:num w:numId="21">
    <w:abstractNumId w:val="10"/>
  </w:num>
  <w:num w:numId="22">
    <w:abstractNumId w:val="14"/>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0DD"/>
    <w:rsid w:val="00000344"/>
    <w:rsid w:val="00031397"/>
    <w:rsid w:val="00033188"/>
    <w:rsid w:val="00081A23"/>
    <w:rsid w:val="00081C58"/>
    <w:rsid w:val="00094857"/>
    <w:rsid w:val="000A0E76"/>
    <w:rsid w:val="000A77F7"/>
    <w:rsid w:val="000C173D"/>
    <w:rsid w:val="000C31FE"/>
    <w:rsid w:val="000C7910"/>
    <w:rsid w:val="000D28D7"/>
    <w:rsid w:val="000D2A65"/>
    <w:rsid w:val="000D484E"/>
    <w:rsid w:val="000F249A"/>
    <w:rsid w:val="00100A99"/>
    <w:rsid w:val="00111CA9"/>
    <w:rsid w:val="0012015B"/>
    <w:rsid w:val="00127180"/>
    <w:rsid w:val="001338CE"/>
    <w:rsid w:val="00150D05"/>
    <w:rsid w:val="001672E1"/>
    <w:rsid w:val="00170C19"/>
    <w:rsid w:val="00172D15"/>
    <w:rsid w:val="00184AE2"/>
    <w:rsid w:val="001A41FF"/>
    <w:rsid w:val="001A55A7"/>
    <w:rsid w:val="001A7E5B"/>
    <w:rsid w:val="001B6B7F"/>
    <w:rsid w:val="001D6B07"/>
    <w:rsid w:val="001F5A5E"/>
    <w:rsid w:val="001F7165"/>
    <w:rsid w:val="00222E8B"/>
    <w:rsid w:val="002272CD"/>
    <w:rsid w:val="00236BC6"/>
    <w:rsid w:val="00240A79"/>
    <w:rsid w:val="00251C13"/>
    <w:rsid w:val="00296595"/>
    <w:rsid w:val="002A49D5"/>
    <w:rsid w:val="002A736B"/>
    <w:rsid w:val="002C7A6A"/>
    <w:rsid w:val="0030663C"/>
    <w:rsid w:val="00311878"/>
    <w:rsid w:val="00326916"/>
    <w:rsid w:val="003302CF"/>
    <w:rsid w:val="00330EAE"/>
    <w:rsid w:val="00344569"/>
    <w:rsid w:val="00356BA8"/>
    <w:rsid w:val="00367353"/>
    <w:rsid w:val="00377AFD"/>
    <w:rsid w:val="00386981"/>
    <w:rsid w:val="0039032D"/>
    <w:rsid w:val="0039468F"/>
    <w:rsid w:val="00397F46"/>
    <w:rsid w:val="003A5C57"/>
    <w:rsid w:val="003A6BD1"/>
    <w:rsid w:val="003B4D00"/>
    <w:rsid w:val="003B5379"/>
    <w:rsid w:val="003C004B"/>
    <w:rsid w:val="003D17DD"/>
    <w:rsid w:val="003D3D75"/>
    <w:rsid w:val="003D77B2"/>
    <w:rsid w:val="003E1A2E"/>
    <w:rsid w:val="003F1A89"/>
    <w:rsid w:val="003F79E3"/>
    <w:rsid w:val="0040195F"/>
    <w:rsid w:val="00421E88"/>
    <w:rsid w:val="00452A9E"/>
    <w:rsid w:val="00456DAE"/>
    <w:rsid w:val="00457B3F"/>
    <w:rsid w:val="00467330"/>
    <w:rsid w:val="00487E4B"/>
    <w:rsid w:val="00495A14"/>
    <w:rsid w:val="004A0597"/>
    <w:rsid w:val="004A1FCC"/>
    <w:rsid w:val="004F0DA3"/>
    <w:rsid w:val="00501870"/>
    <w:rsid w:val="00502222"/>
    <w:rsid w:val="0051080F"/>
    <w:rsid w:val="00511200"/>
    <w:rsid w:val="005150DD"/>
    <w:rsid w:val="00520C38"/>
    <w:rsid w:val="00560181"/>
    <w:rsid w:val="00564C5C"/>
    <w:rsid w:val="005660BC"/>
    <w:rsid w:val="0058400A"/>
    <w:rsid w:val="0058708B"/>
    <w:rsid w:val="00596EB9"/>
    <w:rsid w:val="005B333D"/>
    <w:rsid w:val="005D6348"/>
    <w:rsid w:val="005D7FC3"/>
    <w:rsid w:val="005F67C9"/>
    <w:rsid w:val="00603F37"/>
    <w:rsid w:val="00617E36"/>
    <w:rsid w:val="0062699D"/>
    <w:rsid w:val="0063339F"/>
    <w:rsid w:val="0063438B"/>
    <w:rsid w:val="006446BD"/>
    <w:rsid w:val="00660D76"/>
    <w:rsid w:val="00676596"/>
    <w:rsid w:val="00676EF4"/>
    <w:rsid w:val="006800DA"/>
    <w:rsid w:val="00680DC0"/>
    <w:rsid w:val="006872FA"/>
    <w:rsid w:val="00690571"/>
    <w:rsid w:val="00690A98"/>
    <w:rsid w:val="006A467A"/>
    <w:rsid w:val="006C6A46"/>
    <w:rsid w:val="006D7ECD"/>
    <w:rsid w:val="006E080F"/>
    <w:rsid w:val="006E545F"/>
    <w:rsid w:val="006F21F3"/>
    <w:rsid w:val="007005BB"/>
    <w:rsid w:val="00703E15"/>
    <w:rsid w:val="00722D16"/>
    <w:rsid w:val="00733C48"/>
    <w:rsid w:val="0073524D"/>
    <w:rsid w:val="00752CCF"/>
    <w:rsid w:val="0075722C"/>
    <w:rsid w:val="007665EE"/>
    <w:rsid w:val="0077466C"/>
    <w:rsid w:val="00776469"/>
    <w:rsid w:val="007A305C"/>
    <w:rsid w:val="007B3F22"/>
    <w:rsid w:val="007C02AD"/>
    <w:rsid w:val="007C04D9"/>
    <w:rsid w:val="007E4467"/>
    <w:rsid w:val="0080458E"/>
    <w:rsid w:val="00805CB0"/>
    <w:rsid w:val="008336F3"/>
    <w:rsid w:val="00847670"/>
    <w:rsid w:val="008542B8"/>
    <w:rsid w:val="008753CE"/>
    <w:rsid w:val="00884003"/>
    <w:rsid w:val="00892867"/>
    <w:rsid w:val="00892C65"/>
    <w:rsid w:val="00894F9C"/>
    <w:rsid w:val="00897776"/>
    <w:rsid w:val="008A33F9"/>
    <w:rsid w:val="008A3F2F"/>
    <w:rsid w:val="008A549A"/>
    <w:rsid w:val="008B0E3E"/>
    <w:rsid w:val="008B6FCD"/>
    <w:rsid w:val="008C47CF"/>
    <w:rsid w:val="008D246D"/>
    <w:rsid w:val="008E24F4"/>
    <w:rsid w:val="008E437A"/>
    <w:rsid w:val="008F0D91"/>
    <w:rsid w:val="008F13CC"/>
    <w:rsid w:val="008F5AEF"/>
    <w:rsid w:val="00900052"/>
    <w:rsid w:val="009039B1"/>
    <w:rsid w:val="0092071F"/>
    <w:rsid w:val="00937949"/>
    <w:rsid w:val="00937C13"/>
    <w:rsid w:val="009426CF"/>
    <w:rsid w:val="009716CB"/>
    <w:rsid w:val="00980227"/>
    <w:rsid w:val="00991322"/>
    <w:rsid w:val="00993A6D"/>
    <w:rsid w:val="009B26AB"/>
    <w:rsid w:val="009B3F8A"/>
    <w:rsid w:val="009B7F54"/>
    <w:rsid w:val="009C65D9"/>
    <w:rsid w:val="009C69FF"/>
    <w:rsid w:val="009C740A"/>
    <w:rsid w:val="009D139F"/>
    <w:rsid w:val="009E0D2C"/>
    <w:rsid w:val="00A0209D"/>
    <w:rsid w:val="00A14C0B"/>
    <w:rsid w:val="00A35F7A"/>
    <w:rsid w:val="00A46DAF"/>
    <w:rsid w:val="00A51DFB"/>
    <w:rsid w:val="00A55EBE"/>
    <w:rsid w:val="00A605C0"/>
    <w:rsid w:val="00A65970"/>
    <w:rsid w:val="00A75585"/>
    <w:rsid w:val="00A820D0"/>
    <w:rsid w:val="00A913DD"/>
    <w:rsid w:val="00A91F6F"/>
    <w:rsid w:val="00A95178"/>
    <w:rsid w:val="00AB0892"/>
    <w:rsid w:val="00AC0E3C"/>
    <w:rsid w:val="00AC43A9"/>
    <w:rsid w:val="00AC50A0"/>
    <w:rsid w:val="00AD4CAF"/>
    <w:rsid w:val="00AE7F04"/>
    <w:rsid w:val="00AF385A"/>
    <w:rsid w:val="00AF6255"/>
    <w:rsid w:val="00B059F7"/>
    <w:rsid w:val="00B1511D"/>
    <w:rsid w:val="00B17054"/>
    <w:rsid w:val="00B226D7"/>
    <w:rsid w:val="00B30B22"/>
    <w:rsid w:val="00B3616D"/>
    <w:rsid w:val="00B377B8"/>
    <w:rsid w:val="00B57101"/>
    <w:rsid w:val="00B61D08"/>
    <w:rsid w:val="00B66623"/>
    <w:rsid w:val="00B722DE"/>
    <w:rsid w:val="00B740BD"/>
    <w:rsid w:val="00B75C79"/>
    <w:rsid w:val="00B84487"/>
    <w:rsid w:val="00B84933"/>
    <w:rsid w:val="00B9475F"/>
    <w:rsid w:val="00B9603D"/>
    <w:rsid w:val="00B967B9"/>
    <w:rsid w:val="00BA4B60"/>
    <w:rsid w:val="00BA5D9E"/>
    <w:rsid w:val="00BB1ED9"/>
    <w:rsid w:val="00BC1A6E"/>
    <w:rsid w:val="00BC4631"/>
    <w:rsid w:val="00BE2A2F"/>
    <w:rsid w:val="00BF045C"/>
    <w:rsid w:val="00C00717"/>
    <w:rsid w:val="00C0656F"/>
    <w:rsid w:val="00C12985"/>
    <w:rsid w:val="00C34068"/>
    <w:rsid w:val="00C40288"/>
    <w:rsid w:val="00C45229"/>
    <w:rsid w:val="00C47C40"/>
    <w:rsid w:val="00C520FE"/>
    <w:rsid w:val="00C70742"/>
    <w:rsid w:val="00C71616"/>
    <w:rsid w:val="00C762FB"/>
    <w:rsid w:val="00C95F34"/>
    <w:rsid w:val="00C95F3F"/>
    <w:rsid w:val="00CA4324"/>
    <w:rsid w:val="00CB18F1"/>
    <w:rsid w:val="00CC1FFA"/>
    <w:rsid w:val="00CC5379"/>
    <w:rsid w:val="00CF1102"/>
    <w:rsid w:val="00D023ED"/>
    <w:rsid w:val="00D05013"/>
    <w:rsid w:val="00D10E79"/>
    <w:rsid w:val="00D1329D"/>
    <w:rsid w:val="00D1341E"/>
    <w:rsid w:val="00D37E33"/>
    <w:rsid w:val="00D37F91"/>
    <w:rsid w:val="00D46EA4"/>
    <w:rsid w:val="00D54A88"/>
    <w:rsid w:val="00D63B93"/>
    <w:rsid w:val="00D668F1"/>
    <w:rsid w:val="00D72B0B"/>
    <w:rsid w:val="00D7441E"/>
    <w:rsid w:val="00D860D3"/>
    <w:rsid w:val="00D90241"/>
    <w:rsid w:val="00D9433A"/>
    <w:rsid w:val="00D94D9F"/>
    <w:rsid w:val="00D97BA3"/>
    <w:rsid w:val="00DB39E6"/>
    <w:rsid w:val="00DF0229"/>
    <w:rsid w:val="00E05AE7"/>
    <w:rsid w:val="00E31129"/>
    <w:rsid w:val="00E533F4"/>
    <w:rsid w:val="00E56E92"/>
    <w:rsid w:val="00E65FF5"/>
    <w:rsid w:val="00E8121B"/>
    <w:rsid w:val="00E831AA"/>
    <w:rsid w:val="00E90BE0"/>
    <w:rsid w:val="00E92691"/>
    <w:rsid w:val="00E945D1"/>
    <w:rsid w:val="00EA4A22"/>
    <w:rsid w:val="00EB3DA6"/>
    <w:rsid w:val="00EC6310"/>
    <w:rsid w:val="00ED00DB"/>
    <w:rsid w:val="00ED4396"/>
    <w:rsid w:val="00EE6735"/>
    <w:rsid w:val="00EF612A"/>
    <w:rsid w:val="00F00DAB"/>
    <w:rsid w:val="00F01889"/>
    <w:rsid w:val="00F01C32"/>
    <w:rsid w:val="00F02120"/>
    <w:rsid w:val="00F16E0C"/>
    <w:rsid w:val="00F2237F"/>
    <w:rsid w:val="00F7661D"/>
    <w:rsid w:val="00F94BD9"/>
    <w:rsid w:val="00F95856"/>
    <w:rsid w:val="00FA3CB4"/>
    <w:rsid w:val="00FB663E"/>
    <w:rsid w:val="00FC348D"/>
    <w:rsid w:val="00FC5F9D"/>
    <w:rsid w:val="00FE465A"/>
    <w:rsid w:val="00FE5799"/>
    <w:rsid w:val="00FE7974"/>
    <w:rsid w:val="00FF0D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86BA69"/>
  <w15:docId w15:val="{0D599961-FF40-43F8-B094-F67F5988C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04D9"/>
    <w:pPr>
      <w:spacing w:after="120"/>
    </w:pPr>
    <w:rPr>
      <w:rFonts w:ascii="Myriad Pro" w:hAnsi="Myriad Pro"/>
    </w:rPr>
  </w:style>
  <w:style w:type="paragraph" w:styleId="Heading1">
    <w:name w:val="heading 1"/>
    <w:basedOn w:val="Normal"/>
    <w:next w:val="Normal"/>
    <w:link w:val="Heading1Char"/>
    <w:uiPriority w:val="9"/>
    <w:qFormat/>
    <w:rsid w:val="00D860D3"/>
    <w:pPr>
      <w:jc w:val="center"/>
      <w:outlineLvl w:val="0"/>
    </w:pPr>
    <w:rPr>
      <w:b/>
      <w:color w:val="4F6228" w:themeColor="accent3" w:themeShade="80"/>
      <w:sz w:val="26"/>
      <w:szCs w:val="26"/>
    </w:rPr>
  </w:style>
  <w:style w:type="paragraph" w:styleId="Heading2">
    <w:name w:val="heading 2"/>
    <w:basedOn w:val="Normal"/>
    <w:next w:val="Normal"/>
    <w:link w:val="Heading2Char"/>
    <w:uiPriority w:val="9"/>
    <w:unhideWhenUsed/>
    <w:qFormat/>
    <w:rsid w:val="00D860D3"/>
    <w:pPr>
      <w:spacing w:before="120"/>
      <w:outlineLvl w:val="1"/>
    </w:pPr>
    <w:rPr>
      <w:b/>
      <w:color w:val="76923C" w:themeColor="accent3"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33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B333D"/>
    <w:rPr>
      <w:rFonts w:ascii="Tahoma" w:hAnsi="Tahoma" w:cs="Tahoma"/>
      <w:sz w:val="16"/>
      <w:szCs w:val="16"/>
    </w:rPr>
  </w:style>
  <w:style w:type="character" w:customStyle="1" w:styleId="BalloonTextChar">
    <w:name w:val="Balloon Text Char"/>
    <w:basedOn w:val="DefaultParagraphFont"/>
    <w:link w:val="BalloonText"/>
    <w:uiPriority w:val="99"/>
    <w:semiHidden/>
    <w:rsid w:val="005B333D"/>
    <w:rPr>
      <w:rFonts w:ascii="Tahoma" w:hAnsi="Tahoma" w:cs="Tahoma"/>
      <w:sz w:val="16"/>
      <w:szCs w:val="16"/>
    </w:rPr>
  </w:style>
  <w:style w:type="character" w:styleId="CommentReference">
    <w:name w:val="annotation reference"/>
    <w:basedOn w:val="DefaultParagraphFont"/>
    <w:uiPriority w:val="99"/>
    <w:semiHidden/>
    <w:unhideWhenUsed/>
    <w:rsid w:val="005B333D"/>
    <w:rPr>
      <w:sz w:val="16"/>
      <w:szCs w:val="16"/>
    </w:rPr>
  </w:style>
  <w:style w:type="paragraph" w:styleId="CommentText">
    <w:name w:val="annotation text"/>
    <w:basedOn w:val="Normal"/>
    <w:link w:val="CommentTextChar"/>
    <w:uiPriority w:val="99"/>
    <w:semiHidden/>
    <w:unhideWhenUsed/>
    <w:rsid w:val="005B333D"/>
    <w:rPr>
      <w:rFonts w:ascii="Times New Roman" w:eastAsia="ヒラギノ角ゴ Pro W3" w:hAnsi="Times New Roman" w:cs="Times New Roman"/>
      <w:color w:val="000000"/>
      <w:sz w:val="20"/>
      <w:szCs w:val="20"/>
    </w:rPr>
  </w:style>
  <w:style w:type="character" w:customStyle="1" w:styleId="CommentTextChar">
    <w:name w:val="Comment Text Char"/>
    <w:basedOn w:val="DefaultParagraphFont"/>
    <w:link w:val="CommentText"/>
    <w:uiPriority w:val="99"/>
    <w:semiHidden/>
    <w:rsid w:val="005B333D"/>
    <w:rPr>
      <w:rFonts w:ascii="Times New Roman" w:eastAsia="ヒラギノ角ゴ Pro W3" w:hAnsi="Times New Roman" w:cs="Times New Roman"/>
      <w:color w:val="000000"/>
      <w:sz w:val="20"/>
      <w:szCs w:val="20"/>
    </w:rPr>
  </w:style>
  <w:style w:type="character" w:styleId="Hyperlink">
    <w:name w:val="Hyperlink"/>
    <w:basedOn w:val="DefaultParagraphFont"/>
    <w:unhideWhenUsed/>
    <w:rsid w:val="005B333D"/>
    <w:rPr>
      <w:color w:val="0000FF" w:themeColor="hyperlink"/>
      <w:u w:val="single"/>
    </w:rPr>
  </w:style>
  <w:style w:type="paragraph" w:styleId="ListParagraph">
    <w:name w:val="List Paragraph"/>
    <w:basedOn w:val="Normal"/>
    <w:uiPriority w:val="34"/>
    <w:qFormat/>
    <w:rsid w:val="00A46DAF"/>
    <w:pPr>
      <w:spacing w:after="200" w:line="276" w:lineRule="auto"/>
      <w:ind w:left="720"/>
      <w:contextualSpacing/>
    </w:pPr>
  </w:style>
  <w:style w:type="paragraph" w:styleId="Header">
    <w:name w:val="header"/>
    <w:basedOn w:val="Normal"/>
    <w:link w:val="HeaderChar"/>
    <w:uiPriority w:val="99"/>
    <w:unhideWhenUsed/>
    <w:rsid w:val="00FB663E"/>
    <w:pPr>
      <w:tabs>
        <w:tab w:val="center" w:pos="4680"/>
        <w:tab w:val="right" w:pos="9360"/>
      </w:tabs>
    </w:pPr>
  </w:style>
  <w:style w:type="character" w:customStyle="1" w:styleId="HeaderChar">
    <w:name w:val="Header Char"/>
    <w:basedOn w:val="DefaultParagraphFont"/>
    <w:link w:val="Header"/>
    <w:uiPriority w:val="99"/>
    <w:rsid w:val="00FB663E"/>
  </w:style>
  <w:style w:type="paragraph" w:styleId="Footer">
    <w:name w:val="footer"/>
    <w:basedOn w:val="Normal"/>
    <w:link w:val="FooterChar"/>
    <w:uiPriority w:val="99"/>
    <w:unhideWhenUsed/>
    <w:rsid w:val="00FB663E"/>
    <w:pPr>
      <w:tabs>
        <w:tab w:val="center" w:pos="4680"/>
        <w:tab w:val="right" w:pos="9360"/>
      </w:tabs>
    </w:pPr>
  </w:style>
  <w:style w:type="character" w:customStyle="1" w:styleId="FooterChar">
    <w:name w:val="Footer Char"/>
    <w:basedOn w:val="DefaultParagraphFont"/>
    <w:link w:val="Footer"/>
    <w:uiPriority w:val="99"/>
    <w:rsid w:val="00FB663E"/>
  </w:style>
  <w:style w:type="character" w:styleId="PlaceholderText">
    <w:name w:val="Placeholder Text"/>
    <w:basedOn w:val="DefaultParagraphFont"/>
    <w:uiPriority w:val="99"/>
    <w:semiHidden/>
    <w:rsid w:val="00E831AA"/>
    <w:rPr>
      <w:color w:val="808080"/>
    </w:rPr>
  </w:style>
  <w:style w:type="character" w:styleId="FollowedHyperlink">
    <w:name w:val="FollowedHyperlink"/>
    <w:basedOn w:val="DefaultParagraphFont"/>
    <w:uiPriority w:val="99"/>
    <w:semiHidden/>
    <w:unhideWhenUsed/>
    <w:rsid w:val="0063339F"/>
    <w:rPr>
      <w:color w:val="800080" w:themeColor="followedHyperlink"/>
      <w:u w:val="single"/>
    </w:rPr>
  </w:style>
  <w:style w:type="character" w:styleId="Emphasis">
    <w:name w:val="Emphasis"/>
    <w:basedOn w:val="DefaultParagraphFont"/>
    <w:uiPriority w:val="20"/>
    <w:qFormat/>
    <w:rsid w:val="0058708B"/>
    <w:rPr>
      <w:i/>
      <w:iCs/>
    </w:rPr>
  </w:style>
  <w:style w:type="paragraph" w:customStyle="1" w:styleId="xmsolistparagraph">
    <w:name w:val="x_msolistparagraph"/>
    <w:basedOn w:val="Normal"/>
    <w:rsid w:val="00C00717"/>
    <w:pPr>
      <w:spacing w:before="100" w:beforeAutospacing="1" w:after="100" w:afterAutospacing="1"/>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894F9C"/>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894F9C"/>
    <w:rPr>
      <w:rFonts w:ascii="Times New Roman" w:eastAsia="ヒラギノ角ゴ Pro W3" w:hAnsi="Times New Roman" w:cs="Times New Roman"/>
      <w:b/>
      <w:bCs/>
      <w:color w:val="000000"/>
      <w:sz w:val="20"/>
      <w:szCs w:val="20"/>
    </w:rPr>
  </w:style>
  <w:style w:type="character" w:customStyle="1" w:styleId="Heading2Char">
    <w:name w:val="Heading 2 Char"/>
    <w:basedOn w:val="DefaultParagraphFont"/>
    <w:link w:val="Heading2"/>
    <w:uiPriority w:val="9"/>
    <w:rsid w:val="00D860D3"/>
    <w:rPr>
      <w:rFonts w:ascii="Myriad Pro" w:hAnsi="Myriad Pro"/>
      <w:b/>
      <w:color w:val="76923C" w:themeColor="accent3" w:themeShade="BF"/>
    </w:rPr>
  </w:style>
  <w:style w:type="character" w:customStyle="1" w:styleId="Heading1Char">
    <w:name w:val="Heading 1 Char"/>
    <w:basedOn w:val="DefaultParagraphFont"/>
    <w:link w:val="Heading1"/>
    <w:uiPriority w:val="9"/>
    <w:rsid w:val="00D860D3"/>
    <w:rPr>
      <w:rFonts w:ascii="Myriad Pro" w:hAnsi="Myriad Pro"/>
      <w:b/>
      <w:color w:val="4F6228" w:themeColor="accent3" w:themeShade="8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gionalfoodgrant@kingcd.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clark\Desktop\2021%20KCD%20RFS%20Program%20Grant%20Application%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BFD6C898CD547648640631CDB672792"/>
        <w:category>
          <w:name w:val="General"/>
          <w:gallery w:val="placeholder"/>
        </w:category>
        <w:types>
          <w:type w:val="bbPlcHdr"/>
        </w:types>
        <w:behaviors>
          <w:behavior w:val="content"/>
        </w:behaviors>
        <w:guid w:val="{1E9DE73E-1234-4390-AAD3-1F1ECBE68B01}"/>
      </w:docPartPr>
      <w:docPartBody>
        <w:p w:rsidR="00000000" w:rsidRDefault="00543837">
          <w:pPr>
            <w:pStyle w:val="1BFD6C898CD547648640631CDB672792"/>
          </w:pPr>
          <w:r w:rsidRPr="007A3345">
            <w:rPr>
              <w:rStyle w:val="PlaceholderText"/>
            </w:rPr>
            <w:t>Click here to enter text.</w:t>
          </w:r>
        </w:p>
      </w:docPartBody>
    </w:docPart>
    <w:docPart>
      <w:docPartPr>
        <w:name w:val="0E8CBE17476E41AEA4429F08E9D20DEA"/>
        <w:category>
          <w:name w:val="General"/>
          <w:gallery w:val="placeholder"/>
        </w:category>
        <w:types>
          <w:type w:val="bbPlcHdr"/>
        </w:types>
        <w:behaviors>
          <w:behavior w:val="content"/>
        </w:behaviors>
        <w:guid w:val="{E7CAAC84-05EC-41FD-AEDA-04837CBE1B37}"/>
      </w:docPartPr>
      <w:docPartBody>
        <w:p w:rsidR="00000000" w:rsidRDefault="00543837">
          <w:pPr>
            <w:pStyle w:val="0E8CBE17476E41AEA4429F08E9D20DEA"/>
          </w:pPr>
          <w:r w:rsidRPr="007A3345">
            <w:rPr>
              <w:rStyle w:val="PlaceholderText"/>
            </w:rPr>
            <w:t>Click here to enter text.</w:t>
          </w:r>
        </w:p>
      </w:docPartBody>
    </w:docPart>
    <w:docPart>
      <w:docPartPr>
        <w:name w:val="552A22E4F3B849D5BA945F1E2324DA2C"/>
        <w:category>
          <w:name w:val="General"/>
          <w:gallery w:val="placeholder"/>
        </w:category>
        <w:types>
          <w:type w:val="bbPlcHdr"/>
        </w:types>
        <w:behaviors>
          <w:behavior w:val="content"/>
        </w:behaviors>
        <w:guid w:val="{E6814FEF-CEB1-45E0-A00E-BB133A853AFB}"/>
      </w:docPartPr>
      <w:docPartBody>
        <w:p w:rsidR="00000000" w:rsidRDefault="00543837">
          <w:pPr>
            <w:pStyle w:val="552A22E4F3B849D5BA945F1E2324DA2C"/>
          </w:pPr>
          <w:r w:rsidRPr="007A3345">
            <w:rPr>
              <w:rStyle w:val="PlaceholderText"/>
            </w:rPr>
            <w:t>Click here to enter text.</w:t>
          </w:r>
        </w:p>
      </w:docPartBody>
    </w:docPart>
    <w:docPart>
      <w:docPartPr>
        <w:name w:val="3B0EDBBD6D214378B24432E695DE568B"/>
        <w:category>
          <w:name w:val="General"/>
          <w:gallery w:val="placeholder"/>
        </w:category>
        <w:types>
          <w:type w:val="bbPlcHdr"/>
        </w:types>
        <w:behaviors>
          <w:behavior w:val="content"/>
        </w:behaviors>
        <w:guid w:val="{F831EA45-BCFE-4DB6-87D7-BFEE4D287B63}"/>
      </w:docPartPr>
      <w:docPartBody>
        <w:p w:rsidR="00000000" w:rsidRDefault="00543837">
          <w:pPr>
            <w:pStyle w:val="3B0EDBBD6D214378B24432E695DE568B"/>
          </w:pPr>
          <w:r w:rsidRPr="007A3345">
            <w:rPr>
              <w:rStyle w:val="PlaceholderText"/>
            </w:rPr>
            <w:t>Click here to enter text.</w:t>
          </w:r>
        </w:p>
      </w:docPartBody>
    </w:docPart>
    <w:docPart>
      <w:docPartPr>
        <w:name w:val="8478CF938C864CE2972A20DA2170D1B1"/>
        <w:category>
          <w:name w:val="General"/>
          <w:gallery w:val="placeholder"/>
        </w:category>
        <w:types>
          <w:type w:val="bbPlcHdr"/>
        </w:types>
        <w:behaviors>
          <w:behavior w:val="content"/>
        </w:behaviors>
        <w:guid w:val="{5FDAA871-FAE2-41D4-AEFA-775CA2B8FDED}"/>
      </w:docPartPr>
      <w:docPartBody>
        <w:p w:rsidR="00000000" w:rsidRDefault="00543837">
          <w:pPr>
            <w:pStyle w:val="8478CF938C864CE2972A20DA2170D1B1"/>
          </w:pPr>
          <w:r w:rsidRPr="007A3345">
            <w:rPr>
              <w:rStyle w:val="PlaceholderText"/>
            </w:rPr>
            <w:t>Click here to enter text.</w:t>
          </w:r>
        </w:p>
      </w:docPartBody>
    </w:docPart>
    <w:docPart>
      <w:docPartPr>
        <w:name w:val="120D0BB0E2A14FAAABD7276E537E2AB5"/>
        <w:category>
          <w:name w:val="General"/>
          <w:gallery w:val="placeholder"/>
        </w:category>
        <w:types>
          <w:type w:val="bbPlcHdr"/>
        </w:types>
        <w:behaviors>
          <w:behavior w:val="content"/>
        </w:behaviors>
        <w:guid w:val="{03700E09-7BFB-432B-AF2B-FBC91EE25984}"/>
      </w:docPartPr>
      <w:docPartBody>
        <w:p w:rsidR="00000000" w:rsidRDefault="00543837">
          <w:pPr>
            <w:pStyle w:val="120D0BB0E2A14FAAABD7276E537E2AB5"/>
          </w:pPr>
          <w:r w:rsidRPr="007A3345">
            <w:rPr>
              <w:rStyle w:val="PlaceholderText"/>
            </w:rPr>
            <w:t>Click here to enter text.</w:t>
          </w:r>
        </w:p>
      </w:docPartBody>
    </w:docPart>
    <w:docPart>
      <w:docPartPr>
        <w:name w:val="2E077A9D522F46FCA8A3CE59E1BAADA0"/>
        <w:category>
          <w:name w:val="General"/>
          <w:gallery w:val="placeholder"/>
        </w:category>
        <w:types>
          <w:type w:val="bbPlcHdr"/>
        </w:types>
        <w:behaviors>
          <w:behavior w:val="content"/>
        </w:behaviors>
        <w:guid w:val="{091AAD6E-6FC5-4EAD-8497-AB42B2ABF2A9}"/>
      </w:docPartPr>
      <w:docPartBody>
        <w:p w:rsidR="00000000" w:rsidRDefault="00543837">
          <w:pPr>
            <w:pStyle w:val="2E077A9D522F46FCA8A3CE59E1BAADA0"/>
          </w:pPr>
          <w:r w:rsidRPr="007A3345">
            <w:rPr>
              <w:rStyle w:val="PlaceholderText"/>
            </w:rPr>
            <w:t>Click here to enter text.</w:t>
          </w:r>
        </w:p>
      </w:docPartBody>
    </w:docPart>
    <w:docPart>
      <w:docPartPr>
        <w:name w:val="140B97B196AC453496C154CCDD2F56C1"/>
        <w:category>
          <w:name w:val="General"/>
          <w:gallery w:val="placeholder"/>
        </w:category>
        <w:types>
          <w:type w:val="bbPlcHdr"/>
        </w:types>
        <w:behaviors>
          <w:behavior w:val="content"/>
        </w:behaviors>
        <w:guid w:val="{FC25489A-37EE-4C28-BB0C-9B5CCBB493B9}"/>
      </w:docPartPr>
      <w:docPartBody>
        <w:p w:rsidR="00000000" w:rsidRDefault="00543837">
          <w:pPr>
            <w:pStyle w:val="140B97B196AC453496C154CCDD2F56C1"/>
          </w:pPr>
          <w:r w:rsidRPr="007A3345">
            <w:rPr>
              <w:rStyle w:val="PlaceholderText"/>
            </w:rPr>
            <w:t>Click here to enter text.</w:t>
          </w:r>
        </w:p>
      </w:docPartBody>
    </w:docPart>
    <w:docPart>
      <w:docPartPr>
        <w:name w:val="266473E1BD1E441B81220A0062715749"/>
        <w:category>
          <w:name w:val="General"/>
          <w:gallery w:val="placeholder"/>
        </w:category>
        <w:types>
          <w:type w:val="bbPlcHdr"/>
        </w:types>
        <w:behaviors>
          <w:behavior w:val="content"/>
        </w:behaviors>
        <w:guid w:val="{4BE6389E-53E0-4B8C-9DD3-2BA352616716}"/>
      </w:docPartPr>
      <w:docPartBody>
        <w:p w:rsidR="00000000" w:rsidRDefault="00543837">
          <w:pPr>
            <w:pStyle w:val="266473E1BD1E441B81220A0062715749"/>
          </w:pPr>
          <w:r w:rsidRPr="007A3345">
            <w:rPr>
              <w:rStyle w:val="PlaceholderText"/>
            </w:rPr>
            <w:t>Click here to enter text.</w:t>
          </w:r>
        </w:p>
      </w:docPartBody>
    </w:docPart>
    <w:docPart>
      <w:docPartPr>
        <w:name w:val="479CE6DE53794EFAA892635AB7C708BC"/>
        <w:category>
          <w:name w:val="General"/>
          <w:gallery w:val="placeholder"/>
        </w:category>
        <w:types>
          <w:type w:val="bbPlcHdr"/>
        </w:types>
        <w:behaviors>
          <w:behavior w:val="content"/>
        </w:behaviors>
        <w:guid w:val="{315F68D8-6299-45AF-A159-BAB7BDF1963F}"/>
      </w:docPartPr>
      <w:docPartBody>
        <w:p w:rsidR="00000000" w:rsidRDefault="00543837">
          <w:pPr>
            <w:pStyle w:val="479CE6DE53794EFAA892635AB7C708BC"/>
          </w:pPr>
          <w:r w:rsidRPr="007A3345">
            <w:rPr>
              <w:rStyle w:val="PlaceholderText"/>
            </w:rPr>
            <w:t xml:space="preserve">Click here to </w:t>
          </w:r>
          <w:r w:rsidRPr="007A3345">
            <w:rPr>
              <w:rStyle w:val="PlaceholderText"/>
            </w:rPr>
            <w:t>enter text.</w:t>
          </w:r>
        </w:p>
      </w:docPartBody>
    </w:docPart>
    <w:docPart>
      <w:docPartPr>
        <w:name w:val="8CA43B4AC3984296AA8E765047339080"/>
        <w:category>
          <w:name w:val="General"/>
          <w:gallery w:val="placeholder"/>
        </w:category>
        <w:types>
          <w:type w:val="bbPlcHdr"/>
        </w:types>
        <w:behaviors>
          <w:behavior w:val="content"/>
        </w:behaviors>
        <w:guid w:val="{9287FE5F-0A31-4C18-9A69-E6FB85FE6A28}"/>
      </w:docPartPr>
      <w:docPartBody>
        <w:p w:rsidR="00000000" w:rsidRDefault="00543837">
          <w:pPr>
            <w:pStyle w:val="8CA43B4AC3984296AA8E765047339080"/>
          </w:pPr>
          <w:r w:rsidRPr="007A3345">
            <w:rPr>
              <w:rStyle w:val="PlaceholderText"/>
            </w:rPr>
            <w:t>Click here to enter text.</w:t>
          </w:r>
        </w:p>
      </w:docPartBody>
    </w:docPart>
    <w:docPart>
      <w:docPartPr>
        <w:name w:val="F00746A8472844E3A2070CB75DCF0AD5"/>
        <w:category>
          <w:name w:val="General"/>
          <w:gallery w:val="placeholder"/>
        </w:category>
        <w:types>
          <w:type w:val="bbPlcHdr"/>
        </w:types>
        <w:behaviors>
          <w:behavior w:val="content"/>
        </w:behaviors>
        <w:guid w:val="{C68BCFC0-0C97-43B4-A00B-86DCB16F3124}"/>
      </w:docPartPr>
      <w:docPartBody>
        <w:p w:rsidR="00000000" w:rsidRDefault="00543837">
          <w:pPr>
            <w:pStyle w:val="F00746A8472844E3A2070CB75DCF0AD5"/>
          </w:pPr>
          <w:r w:rsidRPr="007A3345">
            <w:rPr>
              <w:rStyle w:val="PlaceholderText"/>
            </w:rPr>
            <w:t>Click here to enter text.</w:t>
          </w:r>
        </w:p>
      </w:docPartBody>
    </w:docPart>
    <w:docPart>
      <w:docPartPr>
        <w:name w:val="5D23DFFABF5D47ADBBF1364B3114F242"/>
        <w:category>
          <w:name w:val="General"/>
          <w:gallery w:val="placeholder"/>
        </w:category>
        <w:types>
          <w:type w:val="bbPlcHdr"/>
        </w:types>
        <w:behaviors>
          <w:behavior w:val="content"/>
        </w:behaviors>
        <w:guid w:val="{83867B65-A920-45CB-9348-A44F5AF0DF14}"/>
      </w:docPartPr>
      <w:docPartBody>
        <w:p w:rsidR="00000000" w:rsidRDefault="00543837">
          <w:pPr>
            <w:pStyle w:val="5D23DFFABF5D47ADBBF1364B3114F242"/>
          </w:pPr>
          <w:r w:rsidRPr="007A3345">
            <w:rPr>
              <w:rStyle w:val="PlaceholderText"/>
            </w:rPr>
            <w:t>Click here to enter text.</w:t>
          </w:r>
        </w:p>
      </w:docPartBody>
    </w:docPart>
    <w:docPart>
      <w:docPartPr>
        <w:name w:val="294F0CF7DBAC49FF91FEE77BCE7B035C"/>
        <w:category>
          <w:name w:val="General"/>
          <w:gallery w:val="placeholder"/>
        </w:category>
        <w:types>
          <w:type w:val="bbPlcHdr"/>
        </w:types>
        <w:behaviors>
          <w:behavior w:val="content"/>
        </w:behaviors>
        <w:guid w:val="{B2851AB9-2F22-4846-A433-0CF3351A4A19}"/>
      </w:docPartPr>
      <w:docPartBody>
        <w:p w:rsidR="00000000" w:rsidRDefault="00543837">
          <w:pPr>
            <w:pStyle w:val="294F0CF7DBAC49FF91FEE77BCE7B035C"/>
          </w:pPr>
          <w:r w:rsidRPr="007A3345">
            <w:rPr>
              <w:rStyle w:val="PlaceholderText"/>
            </w:rPr>
            <w:t>Click here to enter text.</w:t>
          </w:r>
        </w:p>
      </w:docPartBody>
    </w:docPart>
    <w:docPart>
      <w:docPartPr>
        <w:name w:val="068037F5E2FE492994723889AAF9D8F8"/>
        <w:category>
          <w:name w:val="General"/>
          <w:gallery w:val="placeholder"/>
        </w:category>
        <w:types>
          <w:type w:val="bbPlcHdr"/>
        </w:types>
        <w:behaviors>
          <w:behavior w:val="content"/>
        </w:behaviors>
        <w:guid w:val="{A68E2C3B-C473-4FD6-BF52-C49C0916862E}"/>
      </w:docPartPr>
      <w:docPartBody>
        <w:p w:rsidR="00000000" w:rsidRDefault="00543837">
          <w:pPr>
            <w:pStyle w:val="068037F5E2FE492994723889AAF9D8F8"/>
          </w:pPr>
          <w:r w:rsidRPr="007A3345">
            <w:rPr>
              <w:rStyle w:val="PlaceholderText"/>
            </w:rPr>
            <w:t>Click here to enter text.</w:t>
          </w:r>
        </w:p>
      </w:docPartBody>
    </w:docPart>
    <w:docPart>
      <w:docPartPr>
        <w:name w:val="17E2F79A24314BA58ABC3F5FEBC2B58C"/>
        <w:category>
          <w:name w:val="General"/>
          <w:gallery w:val="placeholder"/>
        </w:category>
        <w:types>
          <w:type w:val="bbPlcHdr"/>
        </w:types>
        <w:behaviors>
          <w:behavior w:val="content"/>
        </w:behaviors>
        <w:guid w:val="{9CFDC26B-8266-4324-BD82-441C82DD0BDD}"/>
      </w:docPartPr>
      <w:docPartBody>
        <w:p w:rsidR="00000000" w:rsidRDefault="00543837">
          <w:pPr>
            <w:pStyle w:val="17E2F79A24314BA58ABC3F5FEBC2B58C"/>
          </w:pPr>
          <w:r w:rsidRPr="007A3345">
            <w:rPr>
              <w:rStyle w:val="PlaceholderText"/>
            </w:rPr>
            <w:t>Click here to enter text.</w:t>
          </w:r>
        </w:p>
      </w:docPartBody>
    </w:docPart>
    <w:docPart>
      <w:docPartPr>
        <w:name w:val="96BDAE9A69B14DB1A59157F256B9BE69"/>
        <w:category>
          <w:name w:val="General"/>
          <w:gallery w:val="placeholder"/>
        </w:category>
        <w:types>
          <w:type w:val="bbPlcHdr"/>
        </w:types>
        <w:behaviors>
          <w:behavior w:val="content"/>
        </w:behaviors>
        <w:guid w:val="{94CAE7AE-7865-4DF4-A3B4-EECC8F551CE7}"/>
      </w:docPartPr>
      <w:docPartBody>
        <w:p w:rsidR="00000000" w:rsidRDefault="00543837">
          <w:pPr>
            <w:pStyle w:val="96BDAE9A69B14DB1A59157F256B9BE69"/>
          </w:pPr>
          <w:r w:rsidRPr="007A3345">
            <w:rPr>
              <w:rStyle w:val="PlaceholderText"/>
            </w:rPr>
            <w:t>Click here to enter text.</w:t>
          </w:r>
        </w:p>
      </w:docPartBody>
    </w:docPart>
    <w:docPart>
      <w:docPartPr>
        <w:name w:val="C665FA6C6F8146EF9F588632A8DE6E6C"/>
        <w:category>
          <w:name w:val="General"/>
          <w:gallery w:val="placeholder"/>
        </w:category>
        <w:types>
          <w:type w:val="bbPlcHdr"/>
        </w:types>
        <w:behaviors>
          <w:behavior w:val="content"/>
        </w:behaviors>
        <w:guid w:val="{412A0AA6-4C14-49DC-A1FA-C2B7DCF6F2E9}"/>
      </w:docPartPr>
      <w:docPartBody>
        <w:p w:rsidR="00000000" w:rsidRDefault="00543837">
          <w:pPr>
            <w:pStyle w:val="C665FA6C6F8146EF9F588632A8DE6E6C"/>
          </w:pPr>
          <w:r w:rsidRPr="007A3345">
            <w:rPr>
              <w:rStyle w:val="PlaceholderText"/>
            </w:rPr>
            <w:t>Click here to enter text.</w:t>
          </w:r>
        </w:p>
      </w:docPartBody>
    </w:docPart>
    <w:docPart>
      <w:docPartPr>
        <w:name w:val="B9616D70D6D94101B043D78620718492"/>
        <w:category>
          <w:name w:val="General"/>
          <w:gallery w:val="placeholder"/>
        </w:category>
        <w:types>
          <w:type w:val="bbPlcHdr"/>
        </w:types>
        <w:behaviors>
          <w:behavior w:val="content"/>
        </w:behaviors>
        <w:guid w:val="{0AD7784E-C7D3-431D-B3B8-D3A93A2523CE}"/>
      </w:docPartPr>
      <w:docPartBody>
        <w:p w:rsidR="00000000" w:rsidRDefault="00543837">
          <w:pPr>
            <w:pStyle w:val="B9616D70D6D94101B043D78620718492"/>
          </w:pPr>
          <w:r w:rsidRPr="007A3345">
            <w:rPr>
              <w:rStyle w:val="PlaceholderText"/>
            </w:rPr>
            <w:t>Click here to enter text.</w:t>
          </w:r>
        </w:p>
      </w:docPartBody>
    </w:docPart>
    <w:docPart>
      <w:docPartPr>
        <w:name w:val="F649B3C14DD94973934E07A2A2474577"/>
        <w:category>
          <w:name w:val="General"/>
          <w:gallery w:val="placeholder"/>
        </w:category>
        <w:types>
          <w:type w:val="bbPlcHdr"/>
        </w:types>
        <w:behaviors>
          <w:behavior w:val="content"/>
        </w:behaviors>
        <w:guid w:val="{4DDD100A-A507-444C-BC83-43ECA5A46A6A}"/>
      </w:docPartPr>
      <w:docPartBody>
        <w:p w:rsidR="00000000" w:rsidRDefault="00543837">
          <w:pPr>
            <w:pStyle w:val="F649B3C14DD94973934E07A2A2474577"/>
          </w:pPr>
          <w:r w:rsidRPr="007A3345">
            <w:rPr>
              <w:rStyle w:val="PlaceholderText"/>
            </w:rPr>
            <w:t xml:space="preserve">Click </w:t>
          </w:r>
          <w:r w:rsidRPr="007A3345">
            <w:rPr>
              <w:rStyle w:val="PlaceholderText"/>
            </w:rPr>
            <w:t>here to enter text.</w:t>
          </w:r>
        </w:p>
      </w:docPartBody>
    </w:docPart>
    <w:docPart>
      <w:docPartPr>
        <w:name w:val="1DB489DC18EB4A4385BBD5206F834740"/>
        <w:category>
          <w:name w:val="General"/>
          <w:gallery w:val="placeholder"/>
        </w:category>
        <w:types>
          <w:type w:val="bbPlcHdr"/>
        </w:types>
        <w:behaviors>
          <w:behavior w:val="content"/>
        </w:behaviors>
        <w:guid w:val="{EFF74F5C-4678-4894-AAF5-BC7E7B3D3BE4}"/>
      </w:docPartPr>
      <w:docPartBody>
        <w:p w:rsidR="00000000" w:rsidRDefault="00543837">
          <w:pPr>
            <w:pStyle w:val="1DB489DC18EB4A4385BBD5206F834740"/>
          </w:pPr>
          <w:r w:rsidRPr="007A3345">
            <w:rPr>
              <w:rStyle w:val="PlaceholderText"/>
            </w:rPr>
            <w:t>Click here to enter text.</w:t>
          </w:r>
        </w:p>
      </w:docPartBody>
    </w:docPart>
    <w:docPart>
      <w:docPartPr>
        <w:name w:val="5F6CEAECDB7B4B5B8094D74CB4A3C86E"/>
        <w:category>
          <w:name w:val="General"/>
          <w:gallery w:val="placeholder"/>
        </w:category>
        <w:types>
          <w:type w:val="bbPlcHdr"/>
        </w:types>
        <w:behaviors>
          <w:behavior w:val="content"/>
        </w:behaviors>
        <w:guid w:val="{FD1F74FD-640C-4E60-98D7-FBF8523ECBFD}"/>
      </w:docPartPr>
      <w:docPartBody>
        <w:p w:rsidR="00000000" w:rsidRDefault="00543837">
          <w:pPr>
            <w:pStyle w:val="5F6CEAECDB7B4B5B8094D74CB4A3C86E"/>
          </w:pPr>
          <w:r w:rsidRPr="007A3345">
            <w:rPr>
              <w:rStyle w:val="PlaceholderText"/>
            </w:rPr>
            <w:t>Click here to enter text.</w:t>
          </w:r>
        </w:p>
      </w:docPartBody>
    </w:docPart>
    <w:docPart>
      <w:docPartPr>
        <w:name w:val="C08288162C8E42C9B64528F40FA0BD74"/>
        <w:category>
          <w:name w:val="General"/>
          <w:gallery w:val="placeholder"/>
        </w:category>
        <w:types>
          <w:type w:val="bbPlcHdr"/>
        </w:types>
        <w:behaviors>
          <w:behavior w:val="content"/>
        </w:behaviors>
        <w:guid w:val="{B65C3FDA-7D57-4B49-B7C2-4AF1A420A48E}"/>
      </w:docPartPr>
      <w:docPartBody>
        <w:p w:rsidR="00000000" w:rsidRDefault="00543837">
          <w:pPr>
            <w:pStyle w:val="C08288162C8E42C9B64528F40FA0BD74"/>
          </w:pPr>
          <w:r w:rsidRPr="007A3345">
            <w:rPr>
              <w:rStyle w:val="PlaceholderText"/>
            </w:rPr>
            <w:t>Click here to enter text.</w:t>
          </w:r>
        </w:p>
      </w:docPartBody>
    </w:docPart>
    <w:docPart>
      <w:docPartPr>
        <w:name w:val="08C3922387CA420A9C31189A988B1C90"/>
        <w:category>
          <w:name w:val="General"/>
          <w:gallery w:val="placeholder"/>
        </w:category>
        <w:types>
          <w:type w:val="bbPlcHdr"/>
        </w:types>
        <w:behaviors>
          <w:behavior w:val="content"/>
        </w:behaviors>
        <w:guid w:val="{A349CC2E-D631-4FFD-A109-76954629D4FF}"/>
      </w:docPartPr>
      <w:docPartBody>
        <w:p w:rsidR="00000000" w:rsidRDefault="00543837">
          <w:pPr>
            <w:pStyle w:val="08C3922387CA420A9C31189A988B1C90"/>
          </w:pPr>
          <w:r w:rsidRPr="007A3345">
            <w:rPr>
              <w:rStyle w:val="PlaceholderText"/>
            </w:rPr>
            <w:t>Click here to enter text.</w:t>
          </w:r>
        </w:p>
      </w:docPartBody>
    </w:docPart>
    <w:docPart>
      <w:docPartPr>
        <w:name w:val="97FC78BE5B784161BD849A84B6543834"/>
        <w:category>
          <w:name w:val="General"/>
          <w:gallery w:val="placeholder"/>
        </w:category>
        <w:types>
          <w:type w:val="bbPlcHdr"/>
        </w:types>
        <w:behaviors>
          <w:behavior w:val="content"/>
        </w:behaviors>
        <w:guid w:val="{F018DAA8-0145-401E-BB50-A0A092F69D7D}"/>
      </w:docPartPr>
      <w:docPartBody>
        <w:p w:rsidR="00000000" w:rsidRDefault="00543837">
          <w:pPr>
            <w:pStyle w:val="97FC78BE5B784161BD849A84B6543834"/>
          </w:pPr>
          <w:r w:rsidRPr="007A3345">
            <w:rPr>
              <w:rStyle w:val="PlaceholderText"/>
            </w:rPr>
            <w:t>Click here to enter text.</w:t>
          </w:r>
        </w:p>
      </w:docPartBody>
    </w:docPart>
    <w:docPart>
      <w:docPartPr>
        <w:name w:val="E6E1AE0B92DB4734B86F309933D3EA33"/>
        <w:category>
          <w:name w:val="General"/>
          <w:gallery w:val="placeholder"/>
        </w:category>
        <w:types>
          <w:type w:val="bbPlcHdr"/>
        </w:types>
        <w:behaviors>
          <w:behavior w:val="content"/>
        </w:behaviors>
        <w:guid w:val="{2911340B-0015-494F-9DF2-53B57C1AE0D3}"/>
      </w:docPartPr>
      <w:docPartBody>
        <w:p w:rsidR="00000000" w:rsidRDefault="00543837">
          <w:pPr>
            <w:pStyle w:val="E6E1AE0B92DB4734B86F309933D3EA33"/>
          </w:pPr>
          <w:r w:rsidRPr="007A3345">
            <w:rPr>
              <w:rStyle w:val="PlaceholderText"/>
            </w:rPr>
            <w:t>Click here to enter text.</w:t>
          </w:r>
        </w:p>
      </w:docPartBody>
    </w:docPart>
    <w:docPart>
      <w:docPartPr>
        <w:name w:val="9C936609D2084584AD72A471BDD55235"/>
        <w:category>
          <w:name w:val="General"/>
          <w:gallery w:val="placeholder"/>
        </w:category>
        <w:types>
          <w:type w:val="bbPlcHdr"/>
        </w:types>
        <w:behaviors>
          <w:behavior w:val="content"/>
        </w:behaviors>
        <w:guid w:val="{6FEA8772-300E-4B56-9C07-9EC6054BF9F9}"/>
      </w:docPartPr>
      <w:docPartBody>
        <w:p w:rsidR="00000000" w:rsidRDefault="00543837">
          <w:pPr>
            <w:pStyle w:val="9C936609D2084584AD72A471BDD55235"/>
          </w:pPr>
          <w:r w:rsidRPr="007A3345">
            <w:rPr>
              <w:rStyle w:val="PlaceholderText"/>
            </w:rPr>
            <w:t>Click here to enter text.</w:t>
          </w:r>
        </w:p>
      </w:docPartBody>
    </w:docPart>
    <w:docPart>
      <w:docPartPr>
        <w:name w:val="EA40D2E5AF084A8B9DAE3A1898A988AD"/>
        <w:category>
          <w:name w:val="General"/>
          <w:gallery w:val="placeholder"/>
        </w:category>
        <w:types>
          <w:type w:val="bbPlcHdr"/>
        </w:types>
        <w:behaviors>
          <w:behavior w:val="content"/>
        </w:behaviors>
        <w:guid w:val="{4F3FE514-F1C4-44D0-AC74-4CA861BFB502}"/>
      </w:docPartPr>
      <w:docPartBody>
        <w:p w:rsidR="00000000" w:rsidRDefault="00543837">
          <w:pPr>
            <w:pStyle w:val="EA40D2E5AF084A8B9DAE3A1898A988AD"/>
          </w:pPr>
          <w:r w:rsidRPr="007A3345">
            <w:rPr>
              <w:rStyle w:val="PlaceholderText"/>
            </w:rPr>
            <w:t xml:space="preserve">Click here to enter </w:t>
          </w:r>
          <w:r w:rsidRPr="007A3345">
            <w:rPr>
              <w:rStyle w:val="PlaceholderText"/>
            </w:rPr>
            <w:t>text.</w:t>
          </w:r>
        </w:p>
      </w:docPartBody>
    </w:docPart>
    <w:docPart>
      <w:docPartPr>
        <w:name w:val="9B12F8529C5C4D6CA8DB427DA9ADEF6B"/>
        <w:category>
          <w:name w:val="General"/>
          <w:gallery w:val="placeholder"/>
        </w:category>
        <w:types>
          <w:type w:val="bbPlcHdr"/>
        </w:types>
        <w:behaviors>
          <w:behavior w:val="content"/>
        </w:behaviors>
        <w:guid w:val="{977FA452-3474-4359-944C-C111503B980C}"/>
      </w:docPartPr>
      <w:docPartBody>
        <w:p w:rsidR="00000000" w:rsidRDefault="00543837">
          <w:pPr>
            <w:pStyle w:val="9B12F8529C5C4D6CA8DB427DA9ADEF6B"/>
          </w:pPr>
          <w:r w:rsidRPr="007A3345">
            <w:rPr>
              <w:rStyle w:val="PlaceholderText"/>
            </w:rPr>
            <w:t>Click here to enter text.</w:t>
          </w:r>
        </w:p>
      </w:docPartBody>
    </w:docPart>
    <w:docPart>
      <w:docPartPr>
        <w:name w:val="699550709619497D8551E248B23A1741"/>
        <w:category>
          <w:name w:val="General"/>
          <w:gallery w:val="placeholder"/>
        </w:category>
        <w:types>
          <w:type w:val="bbPlcHdr"/>
        </w:types>
        <w:behaviors>
          <w:behavior w:val="content"/>
        </w:behaviors>
        <w:guid w:val="{5701C10C-3AB7-4399-B98E-3800B392206B}"/>
      </w:docPartPr>
      <w:docPartBody>
        <w:p w:rsidR="00000000" w:rsidRDefault="00543837">
          <w:pPr>
            <w:pStyle w:val="699550709619497D8551E248B23A1741"/>
          </w:pPr>
          <w:r w:rsidRPr="007A3345">
            <w:rPr>
              <w:rStyle w:val="PlaceholderText"/>
            </w:rPr>
            <w:t xml:space="preserve">Click here to </w:t>
          </w:r>
          <w:r w:rsidRPr="007A3345">
            <w:rPr>
              <w:rStyle w:val="PlaceholderText"/>
            </w:rPr>
            <w:t>enter text.</w:t>
          </w:r>
        </w:p>
      </w:docPartBody>
    </w:docPart>
    <w:docPart>
      <w:docPartPr>
        <w:name w:val="C83F196CA87347F49254D98A2F0262CD"/>
        <w:category>
          <w:name w:val="General"/>
          <w:gallery w:val="placeholder"/>
        </w:category>
        <w:types>
          <w:type w:val="bbPlcHdr"/>
        </w:types>
        <w:behaviors>
          <w:behavior w:val="content"/>
        </w:behaviors>
        <w:guid w:val="{98DE1D45-13DD-4A9C-8984-A895CA443011}"/>
      </w:docPartPr>
      <w:docPartBody>
        <w:p w:rsidR="00000000" w:rsidRDefault="00543837">
          <w:pPr>
            <w:pStyle w:val="C83F196CA87347F49254D98A2F0262CD"/>
          </w:pPr>
          <w:r w:rsidRPr="007A3345">
            <w:rPr>
              <w:rStyle w:val="PlaceholderText"/>
            </w:rPr>
            <w:t>Click here to enter text.</w:t>
          </w:r>
        </w:p>
      </w:docPartBody>
    </w:docPart>
    <w:docPart>
      <w:docPartPr>
        <w:name w:val="91CC00977CC4460C949A01670B40E657"/>
        <w:category>
          <w:name w:val="General"/>
          <w:gallery w:val="placeholder"/>
        </w:category>
        <w:types>
          <w:type w:val="bbPlcHdr"/>
        </w:types>
        <w:behaviors>
          <w:behavior w:val="content"/>
        </w:behaviors>
        <w:guid w:val="{F01F02FA-8342-452F-B14E-7473ECF1C6FD}"/>
      </w:docPartPr>
      <w:docPartBody>
        <w:p w:rsidR="00000000" w:rsidRDefault="00543837">
          <w:pPr>
            <w:pStyle w:val="91CC00977CC4460C949A01670B40E657"/>
          </w:pPr>
          <w:r w:rsidRPr="007A3345">
            <w:rPr>
              <w:rStyle w:val="PlaceholderText"/>
            </w:rPr>
            <w:t>Click here to enter text.</w:t>
          </w:r>
        </w:p>
      </w:docPartBody>
    </w:docPart>
    <w:docPart>
      <w:docPartPr>
        <w:name w:val="104CD9B9E6974097A2372ACEF5081E7C"/>
        <w:category>
          <w:name w:val="General"/>
          <w:gallery w:val="placeholder"/>
        </w:category>
        <w:types>
          <w:type w:val="bbPlcHdr"/>
        </w:types>
        <w:behaviors>
          <w:behavior w:val="content"/>
        </w:behaviors>
        <w:guid w:val="{DFF212B2-6735-49E6-8233-8637330850E0}"/>
      </w:docPartPr>
      <w:docPartBody>
        <w:p w:rsidR="00000000" w:rsidRDefault="00543837">
          <w:pPr>
            <w:pStyle w:val="104CD9B9E6974097A2372ACEF5081E7C"/>
          </w:pPr>
          <w:r w:rsidRPr="007A3345">
            <w:rPr>
              <w:rStyle w:val="PlaceholderText"/>
            </w:rPr>
            <w:t>Click here to enter text.</w:t>
          </w:r>
        </w:p>
      </w:docPartBody>
    </w:docPart>
    <w:docPart>
      <w:docPartPr>
        <w:name w:val="4A5BC67DA29E4B4EAB66C1B3E5511E82"/>
        <w:category>
          <w:name w:val="General"/>
          <w:gallery w:val="placeholder"/>
        </w:category>
        <w:types>
          <w:type w:val="bbPlcHdr"/>
        </w:types>
        <w:behaviors>
          <w:behavior w:val="content"/>
        </w:behaviors>
        <w:guid w:val="{EFA8D0CC-D0CB-404A-9A1F-50D224568851}"/>
      </w:docPartPr>
      <w:docPartBody>
        <w:p w:rsidR="00000000" w:rsidRDefault="00543837">
          <w:pPr>
            <w:pStyle w:val="4A5BC67DA29E4B4EAB66C1B3E5511E82"/>
          </w:pPr>
          <w:r w:rsidRPr="007A3345">
            <w:rPr>
              <w:rStyle w:val="PlaceholderText"/>
            </w:rPr>
            <w:t>Click here to enter text.</w:t>
          </w:r>
        </w:p>
      </w:docPartBody>
    </w:docPart>
    <w:docPart>
      <w:docPartPr>
        <w:name w:val="2E642FFA7C8949869149DFCE0480295D"/>
        <w:category>
          <w:name w:val="General"/>
          <w:gallery w:val="placeholder"/>
        </w:category>
        <w:types>
          <w:type w:val="bbPlcHdr"/>
        </w:types>
        <w:behaviors>
          <w:behavior w:val="content"/>
        </w:behaviors>
        <w:guid w:val="{305EACFF-64D1-45B3-88C8-364050754C2D}"/>
      </w:docPartPr>
      <w:docPartBody>
        <w:p w:rsidR="00000000" w:rsidRDefault="00543837">
          <w:pPr>
            <w:pStyle w:val="2E642FFA7C8949869149DFCE0480295D"/>
          </w:pPr>
          <w:r w:rsidRPr="007A3345">
            <w:rPr>
              <w:rStyle w:val="PlaceholderText"/>
            </w:rPr>
            <w:t>Click here to enter text.</w:t>
          </w:r>
        </w:p>
      </w:docPartBody>
    </w:docPart>
    <w:docPart>
      <w:docPartPr>
        <w:name w:val="5C134C194CB0444AB6C297BC2D06E9FD"/>
        <w:category>
          <w:name w:val="General"/>
          <w:gallery w:val="placeholder"/>
        </w:category>
        <w:types>
          <w:type w:val="bbPlcHdr"/>
        </w:types>
        <w:behaviors>
          <w:behavior w:val="content"/>
        </w:behaviors>
        <w:guid w:val="{5C73AE54-00FA-4E28-A27E-F22F6A828C2B}"/>
      </w:docPartPr>
      <w:docPartBody>
        <w:p w:rsidR="00000000" w:rsidRDefault="00543837">
          <w:pPr>
            <w:pStyle w:val="5C134C194CB0444AB6C297BC2D06E9FD"/>
          </w:pPr>
          <w:r w:rsidRPr="007A3345">
            <w:rPr>
              <w:rStyle w:val="PlaceholderText"/>
            </w:rPr>
            <w:t>Click here to enter text.</w:t>
          </w:r>
        </w:p>
      </w:docPartBody>
    </w:docPart>
    <w:docPart>
      <w:docPartPr>
        <w:name w:val="24D7E77F567A4A548F83608ED470C19F"/>
        <w:category>
          <w:name w:val="General"/>
          <w:gallery w:val="placeholder"/>
        </w:category>
        <w:types>
          <w:type w:val="bbPlcHdr"/>
        </w:types>
        <w:behaviors>
          <w:behavior w:val="content"/>
        </w:behaviors>
        <w:guid w:val="{A7ED4CEF-F356-4AC3-9261-FAF17B18F8D3}"/>
      </w:docPartPr>
      <w:docPartBody>
        <w:p w:rsidR="00000000" w:rsidRDefault="00543837">
          <w:pPr>
            <w:pStyle w:val="24D7E77F567A4A548F83608ED470C19F"/>
          </w:pPr>
          <w:r w:rsidRPr="007A3345">
            <w:rPr>
              <w:rStyle w:val="PlaceholderText"/>
            </w:rPr>
            <w:t>Click here to enter text.</w:t>
          </w:r>
        </w:p>
      </w:docPartBody>
    </w:docPart>
    <w:docPart>
      <w:docPartPr>
        <w:name w:val="A0226C35AC9848C896936055E1D58296"/>
        <w:category>
          <w:name w:val="General"/>
          <w:gallery w:val="placeholder"/>
        </w:category>
        <w:types>
          <w:type w:val="bbPlcHdr"/>
        </w:types>
        <w:behaviors>
          <w:behavior w:val="content"/>
        </w:behaviors>
        <w:guid w:val="{E995C9F1-9B70-4B79-9114-9016B30B26B5}"/>
      </w:docPartPr>
      <w:docPartBody>
        <w:p w:rsidR="00000000" w:rsidRDefault="00543837">
          <w:pPr>
            <w:pStyle w:val="A0226C35AC9848C896936055E1D58296"/>
          </w:pPr>
          <w:r w:rsidRPr="007A3345">
            <w:rPr>
              <w:rStyle w:val="PlaceholderText"/>
            </w:rPr>
            <w:t>Click here to enter text.</w:t>
          </w:r>
        </w:p>
      </w:docPartBody>
    </w:docPart>
    <w:docPart>
      <w:docPartPr>
        <w:name w:val="DFA47E48293E4780BECB602A936E1349"/>
        <w:category>
          <w:name w:val="General"/>
          <w:gallery w:val="placeholder"/>
        </w:category>
        <w:types>
          <w:type w:val="bbPlcHdr"/>
        </w:types>
        <w:behaviors>
          <w:behavior w:val="content"/>
        </w:behaviors>
        <w:guid w:val="{A3245289-3535-440D-BAB6-9E37B0069D39}"/>
      </w:docPartPr>
      <w:docPartBody>
        <w:p w:rsidR="00000000" w:rsidRDefault="00543837">
          <w:pPr>
            <w:pStyle w:val="DFA47E48293E4780BECB602A936E1349"/>
          </w:pPr>
          <w:r w:rsidRPr="007A3345">
            <w:rPr>
              <w:rStyle w:val="PlaceholderText"/>
            </w:rPr>
            <w:t>Click here to enter text.</w:t>
          </w:r>
        </w:p>
      </w:docPartBody>
    </w:docPart>
    <w:docPart>
      <w:docPartPr>
        <w:name w:val="B5E4C27C5BE44D7088D2226537D82C07"/>
        <w:category>
          <w:name w:val="General"/>
          <w:gallery w:val="placeholder"/>
        </w:category>
        <w:types>
          <w:type w:val="bbPlcHdr"/>
        </w:types>
        <w:behaviors>
          <w:behavior w:val="content"/>
        </w:behaviors>
        <w:guid w:val="{2EC10BD1-106D-4EDD-95C4-61389A87A15E}"/>
      </w:docPartPr>
      <w:docPartBody>
        <w:p w:rsidR="00000000" w:rsidRDefault="00543837">
          <w:pPr>
            <w:pStyle w:val="B5E4C27C5BE44D7088D2226537D82C07"/>
          </w:pPr>
          <w:r w:rsidRPr="007A3345">
            <w:rPr>
              <w:rStyle w:val="PlaceholderText"/>
            </w:rPr>
            <w:t>Click here to enter text.</w:t>
          </w:r>
        </w:p>
      </w:docPartBody>
    </w:docPart>
    <w:docPart>
      <w:docPartPr>
        <w:name w:val="A30FDFB153604765902E24AC26DC9B10"/>
        <w:category>
          <w:name w:val="General"/>
          <w:gallery w:val="placeholder"/>
        </w:category>
        <w:types>
          <w:type w:val="bbPlcHdr"/>
        </w:types>
        <w:behaviors>
          <w:behavior w:val="content"/>
        </w:behaviors>
        <w:guid w:val="{888F0484-3436-47D2-A254-5D0A2DEDCA80}"/>
      </w:docPartPr>
      <w:docPartBody>
        <w:p w:rsidR="00000000" w:rsidRDefault="00543837">
          <w:pPr>
            <w:pStyle w:val="A30FDFB153604765902E24AC26DC9B10"/>
          </w:pPr>
          <w:r w:rsidRPr="007A3345">
            <w:rPr>
              <w:rStyle w:val="PlaceholderText"/>
            </w:rPr>
            <w:t>Click here to enter text.</w:t>
          </w:r>
        </w:p>
      </w:docPartBody>
    </w:docPart>
    <w:docPart>
      <w:docPartPr>
        <w:name w:val="AE2736A7A44E46ECB40742AEEA0AB7FA"/>
        <w:category>
          <w:name w:val="General"/>
          <w:gallery w:val="placeholder"/>
        </w:category>
        <w:types>
          <w:type w:val="bbPlcHdr"/>
        </w:types>
        <w:behaviors>
          <w:behavior w:val="content"/>
        </w:behaviors>
        <w:guid w:val="{14151D05-28B2-4629-AFA6-01A74459C703}"/>
      </w:docPartPr>
      <w:docPartBody>
        <w:p w:rsidR="00000000" w:rsidRDefault="00543837">
          <w:pPr>
            <w:pStyle w:val="AE2736A7A44E46ECB40742AEEA0AB7FA"/>
          </w:pPr>
          <w:r w:rsidRPr="007A3345">
            <w:rPr>
              <w:rStyle w:val="PlaceholderText"/>
            </w:rPr>
            <w:t>Click here to enter text.</w:t>
          </w:r>
        </w:p>
      </w:docPartBody>
    </w:docPart>
    <w:docPart>
      <w:docPartPr>
        <w:name w:val="74FB1D3293C44AF0A57E26F8A77827A2"/>
        <w:category>
          <w:name w:val="General"/>
          <w:gallery w:val="placeholder"/>
        </w:category>
        <w:types>
          <w:type w:val="bbPlcHdr"/>
        </w:types>
        <w:behaviors>
          <w:behavior w:val="content"/>
        </w:behaviors>
        <w:guid w:val="{7946CF1C-6C17-4C9A-AD2F-33C46CABF675}"/>
      </w:docPartPr>
      <w:docPartBody>
        <w:p w:rsidR="00000000" w:rsidRDefault="00543837">
          <w:pPr>
            <w:pStyle w:val="74FB1D3293C44AF0A57E26F8A77827A2"/>
          </w:pPr>
          <w:r w:rsidRPr="007A3345">
            <w:rPr>
              <w:rStyle w:val="PlaceholderText"/>
            </w:rPr>
            <w:t>Click here to enter text.</w:t>
          </w:r>
        </w:p>
      </w:docPartBody>
    </w:docPart>
    <w:docPart>
      <w:docPartPr>
        <w:name w:val="869C2B4EA889411C937A332332A3C03F"/>
        <w:category>
          <w:name w:val="General"/>
          <w:gallery w:val="placeholder"/>
        </w:category>
        <w:types>
          <w:type w:val="bbPlcHdr"/>
        </w:types>
        <w:behaviors>
          <w:behavior w:val="content"/>
        </w:behaviors>
        <w:guid w:val="{E1CC2721-D774-4DEA-B456-BABC19E6B097}"/>
      </w:docPartPr>
      <w:docPartBody>
        <w:p w:rsidR="00000000" w:rsidRDefault="00543837">
          <w:pPr>
            <w:pStyle w:val="869C2B4EA889411C937A332332A3C03F"/>
          </w:pPr>
          <w:r w:rsidRPr="007A3345">
            <w:rPr>
              <w:rStyle w:val="PlaceholderText"/>
            </w:rPr>
            <w:t>Click here to enter text.</w:t>
          </w:r>
        </w:p>
      </w:docPartBody>
    </w:docPart>
    <w:docPart>
      <w:docPartPr>
        <w:name w:val="23F2FF83751245D1904D39068CAAF0E4"/>
        <w:category>
          <w:name w:val="General"/>
          <w:gallery w:val="placeholder"/>
        </w:category>
        <w:types>
          <w:type w:val="bbPlcHdr"/>
        </w:types>
        <w:behaviors>
          <w:behavior w:val="content"/>
        </w:behaviors>
        <w:guid w:val="{2BCCF2AE-6E29-4FF9-A3A1-41161A7EAEE8}"/>
      </w:docPartPr>
      <w:docPartBody>
        <w:p w:rsidR="00000000" w:rsidRDefault="00543837">
          <w:pPr>
            <w:pStyle w:val="23F2FF83751245D1904D39068CAAF0E4"/>
          </w:pPr>
          <w:r w:rsidRPr="007A3345">
            <w:rPr>
              <w:rStyle w:val="PlaceholderText"/>
            </w:rPr>
            <w:t>Cl</w:t>
          </w:r>
          <w:r w:rsidRPr="007A3345">
            <w:rPr>
              <w:rStyle w:val="PlaceholderText"/>
            </w:rPr>
            <w:t>ick here to enter text.</w:t>
          </w:r>
        </w:p>
      </w:docPartBody>
    </w:docPart>
    <w:docPart>
      <w:docPartPr>
        <w:name w:val="016A50330F034C768CE29B1CF784E0DD"/>
        <w:category>
          <w:name w:val="General"/>
          <w:gallery w:val="placeholder"/>
        </w:category>
        <w:types>
          <w:type w:val="bbPlcHdr"/>
        </w:types>
        <w:behaviors>
          <w:behavior w:val="content"/>
        </w:behaviors>
        <w:guid w:val="{0EBFED26-8CA9-4C02-BB05-10E091E95F34}"/>
      </w:docPartPr>
      <w:docPartBody>
        <w:p w:rsidR="00000000" w:rsidRDefault="00543837">
          <w:pPr>
            <w:pStyle w:val="016A50330F034C768CE29B1CF784E0DD"/>
          </w:pPr>
          <w:r w:rsidRPr="007A3345">
            <w:rPr>
              <w:rStyle w:val="PlaceholderText"/>
            </w:rPr>
            <w:t>Click here to enter text.</w:t>
          </w:r>
        </w:p>
      </w:docPartBody>
    </w:docPart>
    <w:docPart>
      <w:docPartPr>
        <w:name w:val="3AA2FDF2CBAD4F48A76C33AF5F9942CD"/>
        <w:category>
          <w:name w:val="General"/>
          <w:gallery w:val="placeholder"/>
        </w:category>
        <w:types>
          <w:type w:val="bbPlcHdr"/>
        </w:types>
        <w:behaviors>
          <w:behavior w:val="content"/>
        </w:behaviors>
        <w:guid w:val="{0181360D-D68F-4886-A041-BD6EA111669A}"/>
      </w:docPartPr>
      <w:docPartBody>
        <w:p w:rsidR="00000000" w:rsidRDefault="00543837">
          <w:pPr>
            <w:pStyle w:val="3AA2FDF2CBAD4F48A76C33AF5F9942CD"/>
          </w:pPr>
          <w:r w:rsidRPr="007A3345">
            <w:rPr>
              <w:rStyle w:val="PlaceholderText"/>
            </w:rPr>
            <w:t>Click here to enter text.</w:t>
          </w:r>
        </w:p>
      </w:docPartBody>
    </w:docPart>
    <w:docPart>
      <w:docPartPr>
        <w:name w:val="E57BEBAEF4154858B48896EC65E2809B"/>
        <w:category>
          <w:name w:val="General"/>
          <w:gallery w:val="placeholder"/>
        </w:category>
        <w:types>
          <w:type w:val="bbPlcHdr"/>
        </w:types>
        <w:behaviors>
          <w:behavior w:val="content"/>
        </w:behaviors>
        <w:guid w:val="{6E7B549B-71DC-456C-A186-CCB9D7687696}"/>
      </w:docPartPr>
      <w:docPartBody>
        <w:p w:rsidR="00000000" w:rsidRDefault="00543837">
          <w:pPr>
            <w:pStyle w:val="E57BEBAEF4154858B48896EC65E2809B"/>
          </w:pPr>
          <w:r w:rsidRPr="007A3345">
            <w:rPr>
              <w:rStyle w:val="PlaceholderText"/>
            </w:rPr>
            <w:t>Click here to enter text.</w:t>
          </w:r>
        </w:p>
      </w:docPartBody>
    </w:docPart>
    <w:docPart>
      <w:docPartPr>
        <w:name w:val="335CEB267CA1496A98F9800655BC706F"/>
        <w:category>
          <w:name w:val="General"/>
          <w:gallery w:val="placeholder"/>
        </w:category>
        <w:types>
          <w:type w:val="bbPlcHdr"/>
        </w:types>
        <w:behaviors>
          <w:behavior w:val="content"/>
        </w:behaviors>
        <w:guid w:val="{1ED09F6D-5627-4990-AF9E-7D39F85C271B}"/>
      </w:docPartPr>
      <w:docPartBody>
        <w:p w:rsidR="00000000" w:rsidRDefault="00543837">
          <w:pPr>
            <w:pStyle w:val="335CEB267CA1496A98F9800655BC706F"/>
          </w:pPr>
          <w:r w:rsidRPr="007A3345">
            <w:rPr>
              <w:rStyle w:val="PlaceholderText"/>
            </w:rPr>
            <w:t>Click here to enter text.</w:t>
          </w:r>
        </w:p>
      </w:docPartBody>
    </w:docPart>
    <w:docPart>
      <w:docPartPr>
        <w:name w:val="F060FD22F43D42C8BE5D010C439FDE7F"/>
        <w:category>
          <w:name w:val="General"/>
          <w:gallery w:val="placeholder"/>
        </w:category>
        <w:types>
          <w:type w:val="bbPlcHdr"/>
        </w:types>
        <w:behaviors>
          <w:behavior w:val="content"/>
        </w:behaviors>
        <w:guid w:val="{15A9D834-1365-488E-AF7B-A42CC5308B31}"/>
      </w:docPartPr>
      <w:docPartBody>
        <w:p w:rsidR="00000000" w:rsidRDefault="00543837">
          <w:pPr>
            <w:pStyle w:val="F060FD22F43D42C8BE5D010C439FDE7F"/>
          </w:pPr>
          <w:r w:rsidRPr="007A3345">
            <w:rPr>
              <w:rStyle w:val="PlaceholderText"/>
            </w:rPr>
            <w:t>Click here to enter text.</w:t>
          </w:r>
        </w:p>
      </w:docPartBody>
    </w:docPart>
    <w:docPart>
      <w:docPartPr>
        <w:name w:val="F49C57DB61474091A87305B8D4174673"/>
        <w:category>
          <w:name w:val="General"/>
          <w:gallery w:val="placeholder"/>
        </w:category>
        <w:types>
          <w:type w:val="bbPlcHdr"/>
        </w:types>
        <w:behaviors>
          <w:behavior w:val="content"/>
        </w:behaviors>
        <w:guid w:val="{E7DAA41C-9125-4972-93C8-040707009996}"/>
      </w:docPartPr>
      <w:docPartBody>
        <w:p w:rsidR="00000000" w:rsidRDefault="00543837">
          <w:pPr>
            <w:pStyle w:val="F49C57DB61474091A87305B8D4174673"/>
          </w:pPr>
          <w:r w:rsidRPr="007A3345">
            <w:rPr>
              <w:rStyle w:val="PlaceholderText"/>
            </w:rPr>
            <w:t>Click here to enter text.</w:t>
          </w:r>
        </w:p>
      </w:docPartBody>
    </w:docPart>
    <w:docPart>
      <w:docPartPr>
        <w:name w:val="7552BFCA6BA340A2A2ACF18EB2BFE908"/>
        <w:category>
          <w:name w:val="General"/>
          <w:gallery w:val="placeholder"/>
        </w:category>
        <w:types>
          <w:type w:val="bbPlcHdr"/>
        </w:types>
        <w:behaviors>
          <w:behavior w:val="content"/>
        </w:behaviors>
        <w:guid w:val="{B1DDF703-118F-4B14-AD9C-F9C03D5CD905}"/>
      </w:docPartPr>
      <w:docPartBody>
        <w:p w:rsidR="00000000" w:rsidRDefault="00543837">
          <w:pPr>
            <w:pStyle w:val="7552BFCA6BA340A2A2ACF18EB2BFE908"/>
          </w:pPr>
          <w:r w:rsidRPr="007A3345">
            <w:rPr>
              <w:rStyle w:val="PlaceholderText"/>
            </w:rPr>
            <w:t>Click here to enter text.</w:t>
          </w:r>
        </w:p>
      </w:docPartBody>
    </w:docPart>
    <w:docPart>
      <w:docPartPr>
        <w:name w:val="54B4D123597D4134B4D826177FED380D"/>
        <w:category>
          <w:name w:val="General"/>
          <w:gallery w:val="placeholder"/>
        </w:category>
        <w:types>
          <w:type w:val="bbPlcHdr"/>
        </w:types>
        <w:behaviors>
          <w:behavior w:val="content"/>
        </w:behaviors>
        <w:guid w:val="{D3C07A18-5559-4BA0-8586-502B21E11E58}"/>
      </w:docPartPr>
      <w:docPartBody>
        <w:p w:rsidR="00000000" w:rsidRDefault="00543837">
          <w:pPr>
            <w:pStyle w:val="54B4D123597D4134B4D826177FED380D"/>
          </w:pPr>
          <w:r w:rsidRPr="007A334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837"/>
    <w:rsid w:val="00543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BFD6C898CD547648640631CDB672792">
    <w:name w:val="1BFD6C898CD547648640631CDB672792"/>
  </w:style>
  <w:style w:type="paragraph" w:customStyle="1" w:styleId="0E8CBE17476E41AEA4429F08E9D20DEA">
    <w:name w:val="0E8CBE17476E41AEA4429F08E9D20DEA"/>
  </w:style>
  <w:style w:type="paragraph" w:customStyle="1" w:styleId="552A22E4F3B849D5BA945F1E2324DA2C">
    <w:name w:val="552A22E4F3B849D5BA945F1E2324DA2C"/>
  </w:style>
  <w:style w:type="paragraph" w:customStyle="1" w:styleId="3B0EDBBD6D214378B24432E695DE568B">
    <w:name w:val="3B0EDBBD6D214378B24432E695DE568B"/>
  </w:style>
  <w:style w:type="paragraph" w:customStyle="1" w:styleId="8478CF938C864CE2972A20DA2170D1B1">
    <w:name w:val="8478CF938C864CE2972A20DA2170D1B1"/>
  </w:style>
  <w:style w:type="paragraph" w:customStyle="1" w:styleId="120D0BB0E2A14FAAABD7276E537E2AB5">
    <w:name w:val="120D0BB0E2A14FAAABD7276E537E2AB5"/>
  </w:style>
  <w:style w:type="paragraph" w:customStyle="1" w:styleId="2E077A9D522F46FCA8A3CE59E1BAADA0">
    <w:name w:val="2E077A9D522F46FCA8A3CE59E1BAADA0"/>
  </w:style>
  <w:style w:type="paragraph" w:customStyle="1" w:styleId="140B97B196AC453496C154CCDD2F56C1">
    <w:name w:val="140B97B196AC453496C154CCDD2F56C1"/>
  </w:style>
  <w:style w:type="paragraph" w:customStyle="1" w:styleId="266473E1BD1E441B81220A0062715749">
    <w:name w:val="266473E1BD1E441B81220A0062715749"/>
  </w:style>
  <w:style w:type="paragraph" w:customStyle="1" w:styleId="479CE6DE53794EFAA892635AB7C708BC">
    <w:name w:val="479CE6DE53794EFAA892635AB7C708BC"/>
  </w:style>
  <w:style w:type="paragraph" w:customStyle="1" w:styleId="8CA43B4AC3984296AA8E765047339080">
    <w:name w:val="8CA43B4AC3984296AA8E765047339080"/>
  </w:style>
  <w:style w:type="paragraph" w:customStyle="1" w:styleId="F00746A8472844E3A2070CB75DCF0AD5">
    <w:name w:val="F00746A8472844E3A2070CB75DCF0AD5"/>
  </w:style>
  <w:style w:type="paragraph" w:customStyle="1" w:styleId="5D23DFFABF5D47ADBBF1364B3114F242">
    <w:name w:val="5D23DFFABF5D47ADBBF1364B3114F242"/>
  </w:style>
  <w:style w:type="paragraph" w:customStyle="1" w:styleId="294F0CF7DBAC49FF91FEE77BCE7B035C">
    <w:name w:val="294F0CF7DBAC49FF91FEE77BCE7B035C"/>
  </w:style>
  <w:style w:type="paragraph" w:customStyle="1" w:styleId="068037F5E2FE492994723889AAF9D8F8">
    <w:name w:val="068037F5E2FE492994723889AAF9D8F8"/>
  </w:style>
  <w:style w:type="paragraph" w:customStyle="1" w:styleId="17E2F79A24314BA58ABC3F5FEBC2B58C">
    <w:name w:val="17E2F79A24314BA58ABC3F5FEBC2B58C"/>
  </w:style>
  <w:style w:type="paragraph" w:customStyle="1" w:styleId="96BDAE9A69B14DB1A59157F256B9BE69">
    <w:name w:val="96BDAE9A69B14DB1A59157F256B9BE69"/>
  </w:style>
  <w:style w:type="paragraph" w:customStyle="1" w:styleId="C665FA6C6F8146EF9F588632A8DE6E6C">
    <w:name w:val="C665FA6C6F8146EF9F588632A8DE6E6C"/>
  </w:style>
  <w:style w:type="paragraph" w:customStyle="1" w:styleId="B9616D70D6D94101B043D78620718492">
    <w:name w:val="B9616D70D6D94101B043D78620718492"/>
  </w:style>
  <w:style w:type="paragraph" w:customStyle="1" w:styleId="F649B3C14DD94973934E07A2A2474577">
    <w:name w:val="F649B3C14DD94973934E07A2A2474577"/>
  </w:style>
  <w:style w:type="paragraph" w:customStyle="1" w:styleId="1DB489DC18EB4A4385BBD5206F834740">
    <w:name w:val="1DB489DC18EB4A4385BBD5206F834740"/>
  </w:style>
  <w:style w:type="paragraph" w:customStyle="1" w:styleId="5F6CEAECDB7B4B5B8094D74CB4A3C86E">
    <w:name w:val="5F6CEAECDB7B4B5B8094D74CB4A3C86E"/>
  </w:style>
  <w:style w:type="paragraph" w:customStyle="1" w:styleId="C08288162C8E42C9B64528F40FA0BD74">
    <w:name w:val="C08288162C8E42C9B64528F40FA0BD74"/>
  </w:style>
  <w:style w:type="paragraph" w:customStyle="1" w:styleId="08C3922387CA420A9C31189A988B1C90">
    <w:name w:val="08C3922387CA420A9C31189A988B1C90"/>
  </w:style>
  <w:style w:type="paragraph" w:customStyle="1" w:styleId="97FC78BE5B784161BD849A84B6543834">
    <w:name w:val="97FC78BE5B784161BD849A84B6543834"/>
  </w:style>
  <w:style w:type="paragraph" w:customStyle="1" w:styleId="E6E1AE0B92DB4734B86F309933D3EA33">
    <w:name w:val="E6E1AE0B92DB4734B86F309933D3EA33"/>
  </w:style>
  <w:style w:type="paragraph" w:customStyle="1" w:styleId="9C936609D2084584AD72A471BDD55235">
    <w:name w:val="9C936609D2084584AD72A471BDD55235"/>
  </w:style>
  <w:style w:type="paragraph" w:customStyle="1" w:styleId="EA40D2E5AF084A8B9DAE3A1898A988AD">
    <w:name w:val="EA40D2E5AF084A8B9DAE3A1898A988AD"/>
  </w:style>
  <w:style w:type="paragraph" w:customStyle="1" w:styleId="9B12F8529C5C4D6CA8DB427DA9ADEF6B">
    <w:name w:val="9B12F8529C5C4D6CA8DB427DA9ADEF6B"/>
  </w:style>
  <w:style w:type="paragraph" w:customStyle="1" w:styleId="699550709619497D8551E248B23A1741">
    <w:name w:val="699550709619497D8551E248B23A1741"/>
  </w:style>
  <w:style w:type="paragraph" w:customStyle="1" w:styleId="C83F196CA87347F49254D98A2F0262CD">
    <w:name w:val="C83F196CA87347F49254D98A2F0262CD"/>
  </w:style>
  <w:style w:type="paragraph" w:customStyle="1" w:styleId="91CC00977CC4460C949A01670B40E657">
    <w:name w:val="91CC00977CC4460C949A01670B40E657"/>
  </w:style>
  <w:style w:type="paragraph" w:customStyle="1" w:styleId="104CD9B9E6974097A2372ACEF5081E7C">
    <w:name w:val="104CD9B9E6974097A2372ACEF5081E7C"/>
  </w:style>
  <w:style w:type="paragraph" w:customStyle="1" w:styleId="4A5BC67DA29E4B4EAB66C1B3E5511E82">
    <w:name w:val="4A5BC67DA29E4B4EAB66C1B3E5511E82"/>
  </w:style>
  <w:style w:type="paragraph" w:customStyle="1" w:styleId="2E642FFA7C8949869149DFCE0480295D">
    <w:name w:val="2E642FFA7C8949869149DFCE0480295D"/>
  </w:style>
  <w:style w:type="paragraph" w:customStyle="1" w:styleId="5C134C194CB0444AB6C297BC2D06E9FD">
    <w:name w:val="5C134C194CB0444AB6C297BC2D06E9FD"/>
  </w:style>
  <w:style w:type="paragraph" w:customStyle="1" w:styleId="24D7E77F567A4A548F83608ED470C19F">
    <w:name w:val="24D7E77F567A4A548F83608ED470C19F"/>
  </w:style>
  <w:style w:type="paragraph" w:customStyle="1" w:styleId="A0226C35AC9848C896936055E1D58296">
    <w:name w:val="A0226C35AC9848C896936055E1D58296"/>
  </w:style>
  <w:style w:type="paragraph" w:customStyle="1" w:styleId="DFA47E48293E4780BECB602A936E1349">
    <w:name w:val="DFA47E48293E4780BECB602A936E1349"/>
  </w:style>
  <w:style w:type="paragraph" w:customStyle="1" w:styleId="B5E4C27C5BE44D7088D2226537D82C07">
    <w:name w:val="B5E4C27C5BE44D7088D2226537D82C07"/>
  </w:style>
  <w:style w:type="paragraph" w:customStyle="1" w:styleId="A30FDFB153604765902E24AC26DC9B10">
    <w:name w:val="A30FDFB153604765902E24AC26DC9B10"/>
  </w:style>
  <w:style w:type="paragraph" w:customStyle="1" w:styleId="AE2736A7A44E46ECB40742AEEA0AB7FA">
    <w:name w:val="AE2736A7A44E46ECB40742AEEA0AB7FA"/>
  </w:style>
  <w:style w:type="paragraph" w:customStyle="1" w:styleId="74FB1D3293C44AF0A57E26F8A77827A2">
    <w:name w:val="74FB1D3293C44AF0A57E26F8A77827A2"/>
  </w:style>
  <w:style w:type="paragraph" w:customStyle="1" w:styleId="869C2B4EA889411C937A332332A3C03F">
    <w:name w:val="869C2B4EA889411C937A332332A3C03F"/>
  </w:style>
  <w:style w:type="paragraph" w:customStyle="1" w:styleId="23F2FF83751245D1904D39068CAAF0E4">
    <w:name w:val="23F2FF83751245D1904D39068CAAF0E4"/>
  </w:style>
  <w:style w:type="paragraph" w:customStyle="1" w:styleId="016A50330F034C768CE29B1CF784E0DD">
    <w:name w:val="016A50330F034C768CE29B1CF784E0DD"/>
  </w:style>
  <w:style w:type="paragraph" w:customStyle="1" w:styleId="3AA2FDF2CBAD4F48A76C33AF5F9942CD">
    <w:name w:val="3AA2FDF2CBAD4F48A76C33AF5F9942CD"/>
  </w:style>
  <w:style w:type="paragraph" w:customStyle="1" w:styleId="E57BEBAEF4154858B48896EC65E2809B">
    <w:name w:val="E57BEBAEF4154858B48896EC65E2809B"/>
  </w:style>
  <w:style w:type="paragraph" w:customStyle="1" w:styleId="335CEB267CA1496A98F9800655BC706F">
    <w:name w:val="335CEB267CA1496A98F9800655BC706F"/>
  </w:style>
  <w:style w:type="paragraph" w:customStyle="1" w:styleId="F060FD22F43D42C8BE5D010C439FDE7F">
    <w:name w:val="F060FD22F43D42C8BE5D010C439FDE7F"/>
  </w:style>
  <w:style w:type="paragraph" w:customStyle="1" w:styleId="F49C57DB61474091A87305B8D4174673">
    <w:name w:val="F49C57DB61474091A87305B8D4174673"/>
  </w:style>
  <w:style w:type="paragraph" w:customStyle="1" w:styleId="7552BFCA6BA340A2A2ACF18EB2BFE908">
    <w:name w:val="7552BFCA6BA340A2A2ACF18EB2BFE908"/>
  </w:style>
  <w:style w:type="paragraph" w:customStyle="1" w:styleId="54B4D123597D4134B4D826177FED380D">
    <w:name w:val="54B4D123597D4134B4D826177FED38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73E356359DA78448A62731B93B9C175" ma:contentTypeVersion="15" ma:contentTypeDescription="Create a new document." ma:contentTypeScope="" ma:versionID="2e2339f16f5a19f4094088b8471203a9">
  <xsd:schema xmlns:xsd="http://www.w3.org/2001/XMLSchema" xmlns:xs="http://www.w3.org/2001/XMLSchema" xmlns:p="http://schemas.microsoft.com/office/2006/metadata/properties" xmlns:ns3="b19fc88b-913b-4008-8ee5-fd0d6e47260e" xmlns:ns4="11bcddcc-1bed-48f1-ad4a-4931c70c3b7a" targetNamespace="http://schemas.microsoft.com/office/2006/metadata/properties" ma:root="true" ma:fieldsID="93eab7e1f4843b09447d7f387b809bf7" ns3:_="" ns4:_="">
    <xsd:import namespace="b19fc88b-913b-4008-8ee5-fd0d6e47260e"/>
    <xsd:import namespace="11bcddcc-1bed-48f1-ad4a-4931c70c3b7a"/>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AutoKeyPoints" minOccurs="0"/>
                <xsd:element ref="ns4:MediaServiceKeyPoints"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9fc88b-913b-4008-8ee5-fd0d6e47260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1bcddcc-1bed-48f1-ad4a-4931c70c3b7a"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2DEC10-5EFA-483E-A051-F9C986226506}">
  <ds:schemaRefs>
    <ds:schemaRef ds:uri="http://schemas.microsoft.com/sharepoint/v3/contenttype/forms"/>
  </ds:schemaRefs>
</ds:datastoreItem>
</file>

<file path=customXml/itemProps2.xml><?xml version="1.0" encoding="utf-8"?>
<ds:datastoreItem xmlns:ds="http://schemas.openxmlformats.org/officeDocument/2006/customXml" ds:itemID="{1A55756E-E46E-490B-BD27-464CF7DF6EDA}">
  <ds:schemaRefs>
    <ds:schemaRef ds:uri="http://schemas.openxmlformats.org/officeDocument/2006/bibliography"/>
  </ds:schemaRefs>
</ds:datastoreItem>
</file>

<file path=customXml/itemProps3.xml><?xml version="1.0" encoding="utf-8"?>
<ds:datastoreItem xmlns:ds="http://schemas.openxmlformats.org/officeDocument/2006/customXml" ds:itemID="{14A81A55-F364-47BB-9269-3D18F2CB8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9fc88b-913b-4008-8ee5-fd0d6e47260e"/>
    <ds:schemaRef ds:uri="11bcddcc-1bed-48f1-ad4a-4931c70c3b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B41EC9-EF3B-475B-9A29-816B681111A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2021 KCD RFS Program Grant Application Form.dotx</Template>
  <TotalTime>0</TotalTime>
  <Pages>3</Pages>
  <Words>837</Words>
  <Characters>4772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2021 Regional Food System Competive Grant Proposal Form</vt:lpstr>
    </vt:vector>
  </TitlesOfParts>
  <Company>King Conservation District</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 Regional Food System Competive Grant Proposal Form</dc:title>
  <dc:subject>2021 Regional Food System Competive Grant Program</dc:subject>
  <dc:creator>Elizabeth Clark</dc:creator>
  <cp:lastModifiedBy>Elizabeth Clark</cp:lastModifiedBy>
  <cp:revision>1</cp:revision>
  <cp:lastPrinted>2020-10-14T21:17:00Z</cp:lastPrinted>
  <dcterms:created xsi:type="dcterms:W3CDTF">2021-07-12T22:19:00Z</dcterms:created>
  <dcterms:modified xsi:type="dcterms:W3CDTF">2021-07-12T22:19:00Z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0x010100D73E356359DA78448A62731B93B9C175</vt:lpwstr>
  </property>
</Properties>
</file>